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514E118D" w:rsidR="00F422D3" w:rsidRDefault="00F422D3" w:rsidP="00B42F40">
      <w:pPr>
        <w:pStyle w:val="Titul2"/>
      </w:pPr>
      <w:r>
        <w:t>Název zakázky: „</w:t>
      </w:r>
      <w:r w:rsidR="00716AEF" w:rsidRPr="00716AEF">
        <w:t>Oprava trati v úseku Kladno - Krupá</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D492909"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B690F14" w:rsidR="00F24489" w:rsidRDefault="00F24489" w:rsidP="00716AEF">
      <w:pPr>
        <w:pStyle w:val="Text1-1"/>
      </w:pPr>
      <w:r w:rsidRPr="00F97DBD">
        <w:t xml:space="preserve">Objednatel oznámil uveřejněním </w:t>
      </w:r>
      <w:r>
        <w:t xml:space="preserve">na profilu zadavatele: </w:t>
      </w:r>
      <w:bookmarkStart w:id="0" w:name="_GoBack"/>
      <w:bookmarkEnd w:id="0"/>
      <w:r w:rsidR="008A5B58" w:rsidRPr="00DA6D7D">
        <w:fldChar w:fldCharType="begin"/>
      </w:r>
      <w:r w:rsidR="008A5B58" w:rsidRPr="00DA6D7D">
        <w:instrText xml:space="preserve"> HYPERLINK "https://zakazky.spravazeleznic.cz/" </w:instrText>
      </w:r>
      <w:r w:rsidR="008A5B58" w:rsidRPr="00DA6D7D">
        <w:fldChar w:fldCharType="separate"/>
      </w:r>
      <w:r w:rsidR="00C67B70" w:rsidRPr="00DA6D7D">
        <w:rPr>
          <w:rStyle w:val="Hypertextovodkaz"/>
          <w:noProof w:val="0"/>
        </w:rPr>
        <w:t>https://zakazky.spravazeleznic.cz/</w:t>
      </w:r>
      <w:r w:rsidR="008A5B58" w:rsidRPr="00DA6D7D">
        <w:rPr>
          <w:rStyle w:val="Hypertextovodkaz"/>
          <w:noProof w:val="0"/>
        </w:rPr>
        <w:fldChar w:fldCharType="end"/>
      </w:r>
      <w:r w:rsidR="00C67B70" w:rsidRPr="00DA6D7D">
        <w:t xml:space="preserve"> </w:t>
      </w:r>
      <w:r w:rsidRPr="00DA6D7D">
        <w:t xml:space="preserve">dne </w:t>
      </w:r>
      <w:r w:rsidR="008A5B58" w:rsidRPr="00DA6D7D">
        <w:t>26. 02</w:t>
      </w:r>
      <w:r w:rsidR="00DC31C6" w:rsidRPr="00DA6D7D">
        <w:t xml:space="preserve">. 2021 </w:t>
      </w:r>
      <w:r w:rsidRPr="00DA6D7D">
        <w:t xml:space="preserve">pod evidenčním číslem </w:t>
      </w:r>
      <w:r w:rsidR="00EA5201" w:rsidRPr="00DA6D7D">
        <w:t>64</w:t>
      </w:r>
      <w:r w:rsidR="00DA6D7D" w:rsidRPr="00DA6D7D">
        <w:t>521024</w:t>
      </w:r>
      <w:r w:rsidR="00EA5201" w:rsidRPr="00DA6D7D">
        <w:t xml:space="preserve"> </w:t>
      </w:r>
      <w:r w:rsidRPr="00DA6D7D">
        <w:t>svůj</w:t>
      </w:r>
      <w:r w:rsidRPr="00F97DBD">
        <w:t xml:space="preserve"> úmysl zadat </w:t>
      </w:r>
      <w:r>
        <w:t xml:space="preserve">ve výběrovém řízení </w:t>
      </w:r>
      <w:r w:rsidRPr="00F97DBD">
        <w:t xml:space="preserve">veřejnou zakázku s názvem </w:t>
      </w:r>
      <w:r w:rsidRPr="003F35F3">
        <w:rPr>
          <w:b/>
        </w:rPr>
        <w:t>„</w:t>
      </w:r>
      <w:r w:rsidR="00716AEF" w:rsidRPr="00716AEF">
        <w:rPr>
          <w:b/>
        </w:rPr>
        <w:t>Oprava trati v úseku Kladno - Krupá</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352A2A9B" w:rsidR="00F24489" w:rsidRDefault="00B84ECC" w:rsidP="00F24489">
      <w:pPr>
        <w:pStyle w:val="Textbezslovn"/>
      </w:pPr>
      <w:r w:rsidRPr="00C25514">
        <w:t xml:space="preserve">Rekapitulace </w:t>
      </w:r>
      <w:r w:rsidR="00F24489" w:rsidRPr="00C25514">
        <w:t xml:space="preserve">Ceny Díla dle </w:t>
      </w:r>
      <w:r w:rsidR="00A40CD0" w:rsidRPr="00C25514">
        <w:t xml:space="preserve">objektů </w:t>
      </w:r>
      <w:r w:rsidR="00F24489" w:rsidRPr="00C25514">
        <w:t xml:space="preserve">stavebních </w:t>
      </w:r>
      <w:r w:rsidR="00A40CD0" w:rsidRPr="00C25514">
        <w:t xml:space="preserve">částí </w:t>
      </w:r>
      <w:r w:rsidR="001E37F4">
        <w:t>(SO</w:t>
      </w:r>
      <w:r w:rsidR="00F24489" w:rsidRPr="00C25514">
        <w:t>) je uveden</w:t>
      </w:r>
      <w:r w:rsidRPr="00C25514">
        <w:t>a</w:t>
      </w:r>
      <w:r w:rsidR="00F24489" w:rsidRPr="00C25514">
        <w:t xml:space="preserve"> v </w:t>
      </w:r>
      <w:hyperlink w:anchor="ListAnnex04" w:history="1">
        <w:r w:rsidR="00F24489" w:rsidRPr="00C25514">
          <w:rPr>
            <w:rStyle w:val="Hypertextovodkaz"/>
            <w:rFonts w:cs="Calibri"/>
            <w:color w:val="auto"/>
          </w:rPr>
          <w:t>Příloze č. 4</w:t>
        </w:r>
      </w:hyperlink>
      <w:r w:rsidR="00F24489" w:rsidRPr="00C25514">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A5FC4C0"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3AA8F1D" w:rsidR="00F24489" w:rsidRPr="00F24489" w:rsidRDefault="00F24489" w:rsidP="00F24489">
      <w:pPr>
        <w:pStyle w:val="Textbezslovn"/>
        <w:rPr>
          <w:b/>
        </w:rPr>
      </w:pPr>
      <w:r w:rsidRPr="00F24489">
        <w:rPr>
          <w:b/>
        </w:rPr>
        <w:t xml:space="preserve">Zahájení </w:t>
      </w:r>
      <w:r w:rsidRPr="001779C6">
        <w:rPr>
          <w:b/>
        </w:rPr>
        <w:t xml:space="preserve">stavebních prací: </w:t>
      </w:r>
      <w:r w:rsidR="009A5175" w:rsidRPr="001779C6">
        <w:rPr>
          <w:b/>
        </w:rPr>
        <w:t>je uvedeno ve Zvlášt</w:t>
      </w:r>
      <w:r w:rsidR="00931B50" w:rsidRPr="001779C6">
        <w:rPr>
          <w:b/>
        </w:rPr>
        <w:t xml:space="preserve">ních technických podmínkách </w:t>
      </w:r>
      <w:r w:rsidR="009A5175" w:rsidRPr="001779C6">
        <w:rPr>
          <w:b/>
        </w:rPr>
        <w:t>v odst</w:t>
      </w:r>
      <w:r w:rsidR="009A5175" w:rsidRPr="00D15A72">
        <w:rPr>
          <w:b/>
        </w:rPr>
        <w:t>. 5</w:t>
      </w:r>
      <w:r w:rsidR="001779C6" w:rsidRPr="00D15A72">
        <w:rPr>
          <w:b/>
        </w:rPr>
        <w:t>.1.1</w:t>
      </w:r>
      <w:r w:rsidR="009A5175" w:rsidRPr="00D15A72">
        <w:rPr>
          <w:b/>
        </w:rPr>
        <w:t xml:space="preserve"> </w:t>
      </w:r>
      <w:r w:rsidRPr="00D15A72">
        <w:rPr>
          <w:b/>
        </w:rPr>
        <w:t>Přílohy č.</w:t>
      </w:r>
      <w:r w:rsidR="009A5175" w:rsidRPr="00D15A72">
        <w:rPr>
          <w:b/>
        </w:rPr>
        <w:t xml:space="preserve"> </w:t>
      </w:r>
      <w:r w:rsidRPr="00D15A72">
        <w:rPr>
          <w:b/>
        </w:rPr>
        <w:t xml:space="preserve">2 </w:t>
      </w:r>
      <w:r w:rsidR="009A5175" w:rsidRPr="00D15A72">
        <w:rPr>
          <w:b/>
        </w:rPr>
        <w:t>c</w:t>
      </w:r>
      <w:r w:rsidRPr="00D15A72">
        <w:rPr>
          <w:b/>
        </w:rPr>
        <w:t>) Smlouvy.</w:t>
      </w:r>
    </w:p>
    <w:p w14:paraId="1E46117A" w14:textId="6A0B8168" w:rsidR="00F24489" w:rsidRPr="00F24489" w:rsidRDefault="00F24489" w:rsidP="00F24489">
      <w:pPr>
        <w:pStyle w:val="Textbezslovn"/>
        <w:rPr>
          <w:b/>
        </w:rPr>
      </w:pPr>
      <w:r w:rsidRPr="00F24489">
        <w:rPr>
          <w:b/>
        </w:rPr>
        <w:t>Celková lhůta</w:t>
      </w:r>
      <w:r w:rsidR="00C25514">
        <w:rPr>
          <w:b/>
        </w:rPr>
        <w:t xml:space="preserve"> pro dokončení Díla činí celkem </w:t>
      </w:r>
      <w:r w:rsidR="00716AEF">
        <w:rPr>
          <w:b/>
        </w:rPr>
        <w:t>112</w:t>
      </w:r>
      <w:r w:rsidRPr="00C25514">
        <w:rPr>
          <w:b/>
        </w:rPr>
        <w:t xml:space="preserve"> dnů ode</w:t>
      </w:r>
      <w:r w:rsidRPr="00F24489">
        <w:rPr>
          <w:b/>
        </w:rPr>
        <w:t xml:space="preserve"> Dne zahájení stavebních prací (dokladem prokazujícím, že Zhotovitel dokončil celé Dílo, je Předávací protokol dle odst. 10.4 Obchodních podmínek).</w:t>
      </w:r>
    </w:p>
    <w:p w14:paraId="011939F5" w14:textId="1F7DF60D" w:rsidR="00F24489" w:rsidRDefault="00F24489" w:rsidP="00F24489">
      <w:pPr>
        <w:pStyle w:val="Textbezslovn"/>
      </w:pPr>
      <w:r w:rsidRPr="00F97DBD">
        <w:t xml:space="preserve">Lhůta pro dokončení stavebních prací činí </w:t>
      </w:r>
      <w:r w:rsidRPr="00C25514">
        <w:t xml:space="preserve">celkem </w:t>
      </w:r>
      <w:r w:rsidR="00716AEF">
        <w:rPr>
          <w:b/>
        </w:rPr>
        <w:t>112</w:t>
      </w:r>
      <w:r w:rsidR="00C25514" w:rsidRPr="00C25514">
        <w:rPr>
          <w:b/>
        </w:rPr>
        <w:t xml:space="preserve"> </w:t>
      </w:r>
      <w:r w:rsidRPr="00C25514">
        <w:rPr>
          <w:b/>
        </w:rPr>
        <w:t xml:space="preserve">dnů </w:t>
      </w:r>
      <w:r w:rsidRPr="00C2551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33E7BA33" w:rsidR="00F24489" w:rsidRDefault="00F24489" w:rsidP="00C2551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C25514">
        <w:t>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C25514" w:rsidRDefault="00F24489" w:rsidP="00F24489">
      <w:pPr>
        <w:pStyle w:val="Text1-1"/>
      </w:pPr>
      <w:r w:rsidRPr="00C25514">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56DFAD5E" w:rsidR="00214C3E" w:rsidRPr="00C25514" w:rsidRDefault="00214C3E" w:rsidP="00C25514">
      <w:pPr>
        <w:pStyle w:val="Text1-1"/>
      </w:pPr>
      <w:r w:rsidRPr="00C25514">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27E93AFB" w14:textId="77777777" w:rsidR="00716AEF" w:rsidRDefault="00716AEF" w:rsidP="00716AEF">
      <w:pPr>
        <w:pStyle w:val="Odrka1-1"/>
        <w:numPr>
          <w:ilvl w:val="0"/>
          <w:numId w:val="42"/>
        </w:numPr>
        <w:ind w:left="1134"/>
        <w:contextualSpacing w:val="0"/>
        <w:jc w:val="left"/>
      </w:pPr>
      <w:r>
        <w:t>SO 01 – 5905085055 – Souvislé čištění KL strojně koleje pražce betonové rozdělení "u"</w:t>
      </w:r>
    </w:p>
    <w:p w14:paraId="39887EAF" w14:textId="77777777" w:rsidR="00716AEF" w:rsidRDefault="00716AEF" w:rsidP="00716AEF">
      <w:pPr>
        <w:pStyle w:val="Odrka1-1"/>
        <w:numPr>
          <w:ilvl w:val="0"/>
          <w:numId w:val="42"/>
        </w:numPr>
        <w:ind w:left="1134"/>
        <w:contextualSpacing w:val="0"/>
        <w:jc w:val="left"/>
      </w:pPr>
      <w:r>
        <w:t>SO 01 – 5906035120 – Souvislá výměna pražců současně s výměnou nebo čištěním KL pražce betonové příčné vystrojené</w:t>
      </w:r>
    </w:p>
    <w:p w14:paraId="4470CEB3" w14:textId="77777777" w:rsidR="00716AEF" w:rsidRDefault="00716AEF" w:rsidP="00716AEF">
      <w:pPr>
        <w:pStyle w:val="Odrka1-1"/>
        <w:numPr>
          <w:ilvl w:val="0"/>
          <w:numId w:val="42"/>
        </w:numPr>
        <w:ind w:left="1134"/>
        <w:contextualSpacing w:val="0"/>
        <w:jc w:val="left"/>
      </w:pPr>
      <w:r>
        <w:t>SO 01 – 5909032020 – Přesná úprava GPK koleje směrové a výškové uspořádání pražce betonové</w:t>
      </w:r>
    </w:p>
    <w:p w14:paraId="36B67BAD" w14:textId="77777777" w:rsidR="00716AEF" w:rsidRDefault="00716AEF" w:rsidP="00716AEF">
      <w:pPr>
        <w:pStyle w:val="Odrka1-1"/>
        <w:numPr>
          <w:ilvl w:val="0"/>
          <w:numId w:val="42"/>
        </w:numPr>
        <w:ind w:left="1134"/>
        <w:contextualSpacing w:val="0"/>
        <w:jc w:val="left"/>
      </w:pPr>
      <w:r>
        <w:t>SO 02 – 5909032020 – Přesná úprava GPK koleje směrové a výškové uspořádání pražce betonové</w:t>
      </w:r>
    </w:p>
    <w:p w14:paraId="11B35CBD" w14:textId="77777777" w:rsidR="00716AEF" w:rsidRDefault="00716AEF" w:rsidP="00716AEF">
      <w:pPr>
        <w:pStyle w:val="Odrka1-1"/>
        <w:numPr>
          <w:ilvl w:val="0"/>
          <w:numId w:val="42"/>
        </w:numPr>
        <w:ind w:left="1134"/>
        <w:contextualSpacing w:val="0"/>
        <w:jc w:val="left"/>
      </w:pPr>
      <w:r>
        <w:t>SO 03 – 5909032020 – Přesná úprava GPK koleje směrové a výškové uspořádání pražce betonové</w:t>
      </w:r>
    </w:p>
    <w:p w14:paraId="28F97DAD" w14:textId="77777777" w:rsidR="00716AEF" w:rsidRDefault="00716AEF" w:rsidP="00716AEF">
      <w:pPr>
        <w:pStyle w:val="Odrka1-1"/>
        <w:numPr>
          <w:ilvl w:val="0"/>
          <w:numId w:val="42"/>
        </w:numPr>
        <w:ind w:left="1134"/>
        <w:contextualSpacing w:val="0"/>
        <w:jc w:val="left"/>
      </w:pPr>
      <w:r>
        <w:lastRenderedPageBreak/>
        <w:t>SO 04 – 5905085055 – Souvislé čištění KL strojně koleje pražce betonové rozdělení "u"</w:t>
      </w:r>
    </w:p>
    <w:p w14:paraId="06572679" w14:textId="77777777" w:rsidR="00716AEF" w:rsidRDefault="00716AEF" w:rsidP="00716AEF">
      <w:pPr>
        <w:pStyle w:val="Odrka1-1"/>
        <w:numPr>
          <w:ilvl w:val="0"/>
          <w:numId w:val="42"/>
        </w:numPr>
        <w:ind w:left="1134"/>
        <w:contextualSpacing w:val="0"/>
        <w:jc w:val="left"/>
      </w:pPr>
      <w:r>
        <w:t>SO 04 – 5906035120 – Souvislá výměna pražců současně s výměnou nebo čištěním KL pražce betonové příčné vystrojené</w:t>
      </w:r>
    </w:p>
    <w:p w14:paraId="586BB484" w14:textId="77777777" w:rsidR="00716AEF" w:rsidRDefault="00716AEF" w:rsidP="00716AEF">
      <w:pPr>
        <w:pStyle w:val="Odrka1-1"/>
        <w:numPr>
          <w:ilvl w:val="0"/>
          <w:numId w:val="42"/>
        </w:numPr>
        <w:ind w:left="1134"/>
        <w:contextualSpacing w:val="0"/>
        <w:jc w:val="left"/>
      </w:pPr>
      <w:r>
        <w:t>SO 04 – 5909032020 – Přesná úprava GPK koleje směrové a výškové uspořádání pražce betonové</w:t>
      </w:r>
    </w:p>
    <w:p w14:paraId="2186BA12" w14:textId="572BF960" w:rsidR="00716AEF" w:rsidRPr="00D215E7" w:rsidRDefault="00716AEF" w:rsidP="00716AEF">
      <w:pPr>
        <w:pStyle w:val="Odrka1-1"/>
        <w:numPr>
          <w:ilvl w:val="0"/>
          <w:numId w:val="42"/>
        </w:numPr>
        <w:ind w:left="1134"/>
        <w:contextualSpacing w:val="0"/>
        <w:jc w:val="left"/>
      </w:pPr>
      <w:r>
        <w:t>SO 13 – 5909032020 – Přesná úprava GPK koleje směrové a výškové uspořádání pražce betonové</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w:t>
      </w:r>
      <w:r>
        <w:lastRenderedPageBreak/>
        <w:t xml:space="preserve">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C25514" w:rsidRDefault="00214C3E" w:rsidP="00214C3E">
      <w:pPr>
        <w:pStyle w:val="Text1-1"/>
      </w:pPr>
      <w:r w:rsidRPr="00C25514">
        <w:t>V bodě 7.5.3 Obchodních podmínek se lhůta upravuje na pět (5) dní.</w:t>
      </w:r>
    </w:p>
    <w:p w14:paraId="3CA5CD76" w14:textId="59444906" w:rsidR="00214C3E" w:rsidRPr="00C25514" w:rsidRDefault="00214C3E" w:rsidP="00C25514">
      <w:pPr>
        <w:pStyle w:val="Text1-1"/>
      </w:pPr>
      <w:r w:rsidRPr="00C25514">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lastRenderedPageBreak/>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C2C945F"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w:t>
      </w:r>
      <w:r w:rsidR="001E37F4">
        <w:t xml:space="preserve">čísel a názvů jednotlivých </w:t>
      </w:r>
      <w:r w:rsidRPr="009A12BD">
        <w:t>SO, případně jiným vhodným způsob</w:t>
      </w:r>
      <w:r w:rsidR="001E37F4">
        <w:t>em, nelze-li označit dle SO</w:t>
      </w:r>
      <w:r w:rsidRPr="009A12BD">
        <w:t>).</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31548856"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Pr="001F26BC">
        <w:rPr>
          <w:lang w:val="en-US"/>
        </w:rPr>
        <w:t>[</w:t>
      </w:r>
      <w:r w:rsidRPr="001F26BC">
        <w:t>VLOŽÍ OBJEDNATEL]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w:t>
      </w:r>
      <w:r w:rsidRPr="00516813">
        <w:lastRenderedPageBreak/>
        <w:t xml:space="preserve">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8A5B5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1819369F" w14:textId="3D05F0B8" w:rsidR="00716AEF" w:rsidRPr="00716AEF" w:rsidRDefault="00214C3E" w:rsidP="00716AEF">
      <w:pPr>
        <w:pStyle w:val="Textbezodsazen"/>
        <w:rPr>
          <w:b/>
        </w:rPr>
      </w:pPr>
      <w:r w:rsidRPr="00214C3E">
        <w:rPr>
          <w:b/>
        </w:rPr>
        <w:t>Smluvní strany prohlašují, že si tuto Smlouvu přečetly, že s jejím obsahem souhlasí a na důkaz toho k ní připojují svoje podpisy.</w:t>
      </w: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369AB305" w:rsidR="00F422D3" w:rsidRDefault="00F422D3" w:rsidP="009F0867">
      <w:pPr>
        <w:pStyle w:val="Textbezodsazen"/>
      </w:pPr>
    </w:p>
    <w:p w14:paraId="67D29484" w14:textId="77777777" w:rsidR="00C25514" w:rsidRDefault="00C25514"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841454F" w14:textId="0A630F5A" w:rsidR="00716AEF" w:rsidRDefault="00716AEF" w:rsidP="009F0867">
      <w:pPr>
        <w:pStyle w:val="Textbezodsazen"/>
      </w:pPr>
    </w:p>
    <w:p w14:paraId="1550B3F5" w14:textId="77777777" w:rsidR="00716AEF" w:rsidRDefault="00716AEF" w:rsidP="009F0867">
      <w:pPr>
        <w:pStyle w:val="Textbezodsazen"/>
      </w:pPr>
    </w:p>
    <w:p w14:paraId="2C197435" w14:textId="469C908E" w:rsidR="00716AEF" w:rsidRDefault="00716AEF" w:rsidP="009F0867">
      <w:pPr>
        <w:pStyle w:val="Textbezodsazen"/>
      </w:pPr>
    </w:p>
    <w:p w14:paraId="603F6590" w14:textId="1E7A91A1" w:rsidR="00CB4F6D" w:rsidRDefault="00931370" w:rsidP="00716AEF">
      <w:pPr>
        <w:pStyle w:val="Textbezodsazen"/>
      </w:pPr>
      <w:r>
        <w:t>Tato smlouva byla uveřejněna prostřednictvím Registru smluv dne ……………</w:t>
      </w:r>
    </w:p>
    <w:p w14:paraId="7B283E18"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0E17F399" w:rsidR="006F14D3" w:rsidRDefault="0034711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1"/>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41CF8512"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1E37F4">
        <w:rPr>
          <w:b/>
        </w:rPr>
        <w:t>(SO):</w:t>
      </w:r>
    </w:p>
    <w:p w14:paraId="339D6728" w14:textId="77777777" w:rsidR="00E519F6" w:rsidRDefault="00E519F6" w:rsidP="00D16407">
      <w:pPr>
        <w:pStyle w:val="Odrka1-1"/>
        <w:numPr>
          <w:ilvl w:val="0"/>
          <w:numId w:val="0"/>
        </w:numPr>
        <w:ind w:left="737"/>
      </w:pPr>
    </w:p>
    <w:p w14:paraId="3898C2D8" w14:textId="2233D198" w:rsidR="006C0BB6" w:rsidRDefault="00E519F6" w:rsidP="00087853">
      <w:pPr>
        <w:pStyle w:val="Odrka1-1"/>
        <w:numPr>
          <w:ilvl w:val="0"/>
          <w:numId w:val="0"/>
        </w:numPr>
        <w:ind w:left="737"/>
        <w:jc w:val="left"/>
        <w:sectPr w:rsidR="006C0BB6" w:rsidSect="004E70C8">
          <w:footerReference w:type="default" r:id="rId22"/>
          <w:pgSz w:w="11906" w:h="16838" w:code="9"/>
          <w:pgMar w:top="1417" w:right="1417" w:bottom="1417" w:left="1417" w:header="595" w:footer="624" w:gutter="652"/>
          <w:pgNumType w:start="1"/>
          <w:cols w:space="708"/>
          <w:docGrid w:linePitch="360"/>
        </w:sectPr>
      </w:pPr>
      <w:r w:rsidRPr="00E519F6">
        <w:t>Do přílohy Smlouvy bude vložen Položkový soupis prací s výkazem výměr předložený v nabídce účastníka</w:t>
      </w:r>
      <w:r w:rsidR="00E463D2">
        <w:t>.</w:t>
      </w:r>
      <w:r w:rsidR="00087853">
        <w:t xml:space="preserve"> </w:t>
      </w:r>
      <w:r w:rsidR="00087853" w:rsidRPr="00B34EEF">
        <w:rPr>
          <w:highlight w:val="yellow"/>
        </w:rPr>
        <w:t>[VLOŽÍ ZHOTOVITEL]</w:t>
      </w: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1FD102D5" w14:textId="305E3551" w:rsidR="00716AEF" w:rsidRPr="00F95FBD" w:rsidRDefault="00716AEF" w:rsidP="00716AEF">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716AEF" w:rsidRPr="00F95FBD" w14:paraId="7BBE8DBC"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6667FE" w14:textId="77777777" w:rsidR="00716AEF" w:rsidRPr="00F95FBD" w:rsidRDefault="00716AEF" w:rsidP="00716AEF">
            <w:pPr>
              <w:pStyle w:val="Tabulka"/>
              <w:rPr>
                <w:rStyle w:val="Nadpisvtabulce"/>
                <w:b w:val="0"/>
              </w:rPr>
            </w:pPr>
            <w:r w:rsidRPr="00F95FBD">
              <w:rPr>
                <w:rStyle w:val="Nadpisvtabulce"/>
                <w:b w:val="0"/>
              </w:rPr>
              <w:t>Jméno a příjmení</w:t>
            </w:r>
          </w:p>
        </w:tc>
        <w:tc>
          <w:tcPr>
            <w:tcW w:w="5812" w:type="dxa"/>
          </w:tcPr>
          <w:p w14:paraId="63B0411B" w14:textId="77777777" w:rsidR="00716AEF" w:rsidRPr="0079568C" w:rsidRDefault="00716AEF" w:rsidP="00716AE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716AEF" w:rsidRPr="00F95FBD" w14:paraId="75ED9697"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585058D6" w14:textId="77777777" w:rsidR="00716AEF" w:rsidRPr="00F95FBD" w:rsidRDefault="00716AEF" w:rsidP="00716AEF">
            <w:pPr>
              <w:pStyle w:val="Tabulka"/>
              <w:rPr>
                <w:sz w:val="18"/>
              </w:rPr>
            </w:pPr>
            <w:r w:rsidRPr="00F95FBD">
              <w:rPr>
                <w:sz w:val="18"/>
              </w:rPr>
              <w:t>Adresa</w:t>
            </w:r>
          </w:p>
        </w:tc>
        <w:tc>
          <w:tcPr>
            <w:tcW w:w="5812" w:type="dxa"/>
          </w:tcPr>
          <w:p w14:paraId="1D6CE72E" w14:textId="77777777" w:rsidR="00716AEF" w:rsidRPr="0079568C"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w:t>
            </w:r>
          </w:p>
        </w:tc>
      </w:tr>
      <w:tr w:rsidR="00716AEF" w:rsidRPr="00F95FBD" w14:paraId="69164FEC"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6B7189D" w14:textId="77777777" w:rsidR="00716AEF" w:rsidRPr="00F95FBD" w:rsidRDefault="00716AEF" w:rsidP="00716AEF">
            <w:pPr>
              <w:pStyle w:val="Tabulka"/>
              <w:rPr>
                <w:sz w:val="18"/>
              </w:rPr>
            </w:pPr>
            <w:r w:rsidRPr="00F95FBD">
              <w:rPr>
                <w:sz w:val="18"/>
              </w:rPr>
              <w:t>E-mail</w:t>
            </w:r>
          </w:p>
        </w:tc>
        <w:tc>
          <w:tcPr>
            <w:tcW w:w="5812" w:type="dxa"/>
          </w:tcPr>
          <w:p w14:paraId="29381F52" w14:textId="77777777" w:rsidR="00716AEF" w:rsidRPr="0079568C"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79568C">
              <w:rPr>
                <w:sz w:val="18"/>
              </w:rPr>
              <w:t>@</w:t>
            </w:r>
            <w:r w:rsidRPr="00574D5B">
              <w:rPr>
                <w:sz w:val="18"/>
              </w:rPr>
              <w:t>spravazeleznic.cz</w:t>
            </w:r>
          </w:p>
        </w:tc>
      </w:tr>
      <w:tr w:rsidR="00716AEF" w:rsidRPr="00F95FBD" w14:paraId="1F2B174F"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18050759" w14:textId="77777777" w:rsidR="00716AEF" w:rsidRPr="00F95FBD" w:rsidRDefault="00716AEF" w:rsidP="00716AEF">
            <w:pPr>
              <w:pStyle w:val="Tabulka"/>
              <w:rPr>
                <w:sz w:val="18"/>
              </w:rPr>
            </w:pPr>
            <w:r w:rsidRPr="00F95FBD">
              <w:rPr>
                <w:sz w:val="18"/>
              </w:rPr>
              <w:t>Telefon</w:t>
            </w:r>
          </w:p>
        </w:tc>
        <w:tc>
          <w:tcPr>
            <w:tcW w:w="5812" w:type="dxa"/>
          </w:tcPr>
          <w:p w14:paraId="13F7A96B" w14:textId="77777777" w:rsidR="00716AEF" w:rsidRPr="0079568C"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F22A8D">
              <w:rPr>
                <w:sz w:val="18"/>
              </w:rPr>
              <w:t>725 721 225</w:t>
            </w:r>
          </w:p>
        </w:tc>
      </w:tr>
    </w:tbl>
    <w:p w14:paraId="5329F655" w14:textId="77777777" w:rsidR="00716AEF" w:rsidRPr="00574D5B" w:rsidRDefault="00716AEF" w:rsidP="00716AEF">
      <w:pPr>
        <w:spacing w:after="120"/>
        <w:jc w:val="both"/>
      </w:pPr>
    </w:p>
    <w:p w14:paraId="0BDC0368" w14:textId="4A31ECF5" w:rsidR="00716AEF" w:rsidRPr="00574D5B" w:rsidRDefault="00716AEF" w:rsidP="00716AEF">
      <w:pPr>
        <w:keepNext/>
        <w:keepLines/>
        <w:pBdr>
          <w:top w:val="single" w:sz="12" w:space="3" w:color="00A1E0" w:themeColor="accent3"/>
        </w:pBdr>
        <w:suppressAutoHyphens/>
        <w:spacing w:after="60"/>
        <w:rPr>
          <w:b/>
        </w:rPr>
      </w:pPr>
      <w:r w:rsidRPr="00574D5B">
        <w:rPr>
          <w:b/>
        </w:rPr>
        <w:t>Ve věcech technických</w:t>
      </w:r>
      <w:r>
        <w:rPr>
          <w:b/>
        </w:rPr>
        <w:t xml:space="preserve"> ll.</w:t>
      </w:r>
    </w:p>
    <w:tbl>
      <w:tblPr>
        <w:tblStyle w:val="Mkatabulky"/>
        <w:tblW w:w="8868" w:type="dxa"/>
        <w:tblLook w:val="04A0" w:firstRow="1" w:lastRow="0" w:firstColumn="1" w:lastColumn="0" w:noHBand="0" w:noVBand="1"/>
      </w:tblPr>
      <w:tblGrid>
        <w:gridCol w:w="3056"/>
        <w:gridCol w:w="5812"/>
      </w:tblGrid>
      <w:tr w:rsidR="00716AEF" w:rsidRPr="00574D5B" w14:paraId="42BE2AF0"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7B6F2C" w14:textId="77777777" w:rsidR="00716AEF" w:rsidRPr="00574D5B" w:rsidRDefault="00716AEF" w:rsidP="00716AEF">
            <w:pPr>
              <w:spacing w:before="40" w:after="40"/>
              <w:jc w:val="both"/>
              <w:rPr>
                <w:sz w:val="18"/>
              </w:rPr>
            </w:pPr>
            <w:r w:rsidRPr="00574D5B">
              <w:rPr>
                <w:sz w:val="18"/>
              </w:rPr>
              <w:t>Jméno a příjmení</w:t>
            </w:r>
          </w:p>
        </w:tc>
        <w:tc>
          <w:tcPr>
            <w:tcW w:w="5812" w:type="dxa"/>
          </w:tcPr>
          <w:p w14:paraId="24649BEA" w14:textId="77777777" w:rsidR="00716AEF" w:rsidRPr="00574D5B" w:rsidRDefault="00716AEF" w:rsidP="00716AE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Ing. Aleš Bednář</w:t>
            </w:r>
          </w:p>
        </w:tc>
      </w:tr>
      <w:tr w:rsidR="00716AEF" w:rsidRPr="00574D5B" w14:paraId="0A9E8C7E"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1482053E" w14:textId="77777777" w:rsidR="00716AEF" w:rsidRPr="00574D5B" w:rsidRDefault="00716AEF" w:rsidP="00716AEF">
            <w:pPr>
              <w:spacing w:before="40" w:after="40"/>
              <w:jc w:val="both"/>
              <w:rPr>
                <w:sz w:val="18"/>
              </w:rPr>
            </w:pPr>
            <w:r w:rsidRPr="00574D5B">
              <w:rPr>
                <w:sz w:val="18"/>
              </w:rPr>
              <w:t>Adresa</w:t>
            </w:r>
          </w:p>
        </w:tc>
        <w:tc>
          <w:tcPr>
            <w:tcW w:w="5812" w:type="dxa"/>
          </w:tcPr>
          <w:p w14:paraId="5B0FDD02" w14:textId="77777777" w:rsidR="00716AEF" w:rsidRPr="00574D5B" w:rsidRDefault="00716AEF" w:rsidP="00716AE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Nádražní 3113</w:t>
            </w:r>
            <w:r w:rsidRPr="00574D5B">
              <w:rPr>
                <w:sz w:val="18"/>
              </w:rPr>
              <w:t xml:space="preserve">, </w:t>
            </w:r>
            <w:r>
              <w:rPr>
                <w:sz w:val="18"/>
              </w:rPr>
              <w:t>150 00 Praha 5</w:t>
            </w:r>
          </w:p>
        </w:tc>
      </w:tr>
      <w:tr w:rsidR="00716AEF" w:rsidRPr="00574D5B" w14:paraId="0C029FC7"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7F806D6D" w14:textId="77777777" w:rsidR="00716AEF" w:rsidRPr="00574D5B" w:rsidRDefault="00716AEF" w:rsidP="00716AEF">
            <w:pPr>
              <w:spacing w:before="40" w:after="40"/>
              <w:jc w:val="both"/>
              <w:rPr>
                <w:sz w:val="18"/>
              </w:rPr>
            </w:pPr>
            <w:r w:rsidRPr="00574D5B">
              <w:rPr>
                <w:sz w:val="18"/>
              </w:rPr>
              <w:t>E-mail</w:t>
            </w:r>
          </w:p>
        </w:tc>
        <w:tc>
          <w:tcPr>
            <w:tcW w:w="5812" w:type="dxa"/>
          </w:tcPr>
          <w:p w14:paraId="7CF2DC84" w14:textId="77777777" w:rsidR="00716AEF" w:rsidRPr="00574D5B" w:rsidRDefault="00716AEF" w:rsidP="00716AE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Bednar</w:t>
            </w:r>
            <w:r w:rsidRPr="00574D5B">
              <w:rPr>
                <w:sz w:val="18"/>
              </w:rPr>
              <w:t>@</w:t>
            </w:r>
            <w:r>
              <w:rPr>
                <w:sz w:val="18"/>
              </w:rPr>
              <w:t>spravazeleznic.cz</w:t>
            </w:r>
          </w:p>
        </w:tc>
      </w:tr>
      <w:tr w:rsidR="00716AEF" w:rsidRPr="00574D5B" w14:paraId="7923331E"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5BB85774" w14:textId="77777777" w:rsidR="00716AEF" w:rsidRPr="00574D5B" w:rsidRDefault="00716AEF" w:rsidP="00716AEF">
            <w:pPr>
              <w:spacing w:before="40" w:after="40"/>
              <w:jc w:val="both"/>
              <w:rPr>
                <w:sz w:val="18"/>
              </w:rPr>
            </w:pPr>
            <w:r w:rsidRPr="00574D5B">
              <w:rPr>
                <w:sz w:val="18"/>
              </w:rPr>
              <w:t>Telefon</w:t>
            </w:r>
          </w:p>
        </w:tc>
        <w:tc>
          <w:tcPr>
            <w:tcW w:w="5812" w:type="dxa"/>
          </w:tcPr>
          <w:p w14:paraId="49FFE5E4" w14:textId="77777777" w:rsidR="00716AEF" w:rsidRPr="00574D5B" w:rsidRDefault="00716AEF" w:rsidP="00716AE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577460D7" w14:textId="77777777" w:rsidR="00ED29F1" w:rsidRPr="00F95FBD" w:rsidRDefault="00ED29F1" w:rsidP="00ED29F1">
      <w:pPr>
        <w:pStyle w:val="Textbezodsazen"/>
      </w:pPr>
    </w:p>
    <w:p w14:paraId="26B40068" w14:textId="278F920F"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716AEF">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716AEF"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A3CC99E" w:rsidR="00716AEF" w:rsidRPr="00F95FBD" w:rsidRDefault="00716AEF" w:rsidP="00716AEF">
            <w:pPr>
              <w:pStyle w:val="Tabulka"/>
              <w:rPr>
                <w:rStyle w:val="Nadpisvtabulce"/>
                <w:b w:val="0"/>
              </w:rPr>
            </w:pPr>
            <w:r w:rsidRPr="00574D5B">
              <w:rPr>
                <w:sz w:val="18"/>
              </w:rPr>
              <w:t>Jméno a příjmení</w:t>
            </w:r>
          </w:p>
        </w:tc>
        <w:tc>
          <w:tcPr>
            <w:tcW w:w="5812" w:type="dxa"/>
          </w:tcPr>
          <w:p w14:paraId="736102C7" w14:textId="7E98D371" w:rsidR="00716AEF" w:rsidRPr="00F95FBD" w:rsidRDefault="00716AEF" w:rsidP="00716AE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Joneš</w:t>
            </w:r>
          </w:p>
        </w:tc>
      </w:tr>
      <w:tr w:rsidR="00716AEF"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1FBBFD97" w:rsidR="00716AEF" w:rsidRPr="00F95FBD" w:rsidRDefault="00716AEF" w:rsidP="00716AEF">
            <w:pPr>
              <w:pStyle w:val="Tabulka"/>
              <w:rPr>
                <w:sz w:val="18"/>
              </w:rPr>
            </w:pPr>
            <w:r w:rsidRPr="00574D5B">
              <w:rPr>
                <w:sz w:val="18"/>
              </w:rPr>
              <w:t>Adresa</w:t>
            </w:r>
          </w:p>
        </w:tc>
        <w:tc>
          <w:tcPr>
            <w:tcW w:w="5812" w:type="dxa"/>
          </w:tcPr>
          <w:p w14:paraId="5137FAEE" w14:textId="7C35C792"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Wolkerova, 272 01 Kladno</w:t>
            </w:r>
          </w:p>
        </w:tc>
      </w:tr>
      <w:tr w:rsidR="00716AEF"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6088AF5" w:rsidR="00716AEF" w:rsidRPr="00F95FBD" w:rsidRDefault="00716AEF" w:rsidP="00716AEF">
            <w:pPr>
              <w:pStyle w:val="Tabulka"/>
              <w:rPr>
                <w:sz w:val="18"/>
              </w:rPr>
            </w:pPr>
            <w:r w:rsidRPr="00574D5B">
              <w:rPr>
                <w:sz w:val="18"/>
              </w:rPr>
              <w:t>E-mail</w:t>
            </w:r>
          </w:p>
        </w:tc>
        <w:tc>
          <w:tcPr>
            <w:tcW w:w="5812" w:type="dxa"/>
          </w:tcPr>
          <w:p w14:paraId="6C72843F" w14:textId="632FCE93"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Jones@spravazeleznic.cz</w:t>
            </w:r>
          </w:p>
        </w:tc>
      </w:tr>
      <w:tr w:rsidR="00716AEF"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5C23B375" w:rsidR="00716AEF" w:rsidRPr="00F95FBD" w:rsidRDefault="00716AEF" w:rsidP="00716AEF">
            <w:pPr>
              <w:pStyle w:val="Tabulka"/>
              <w:rPr>
                <w:sz w:val="18"/>
              </w:rPr>
            </w:pPr>
            <w:r w:rsidRPr="00574D5B">
              <w:rPr>
                <w:sz w:val="18"/>
              </w:rPr>
              <w:t>Telefon</w:t>
            </w:r>
          </w:p>
        </w:tc>
        <w:tc>
          <w:tcPr>
            <w:tcW w:w="5812" w:type="dxa"/>
          </w:tcPr>
          <w:p w14:paraId="2617AC96" w14:textId="6AB94B37"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601 367 942</w:t>
            </w:r>
          </w:p>
        </w:tc>
      </w:tr>
    </w:tbl>
    <w:p w14:paraId="67E88D5D" w14:textId="09BFCB02" w:rsidR="00ED29F1" w:rsidRDefault="00ED29F1" w:rsidP="00ED29F1">
      <w:pPr>
        <w:pStyle w:val="Textbezodsazen"/>
      </w:pPr>
    </w:p>
    <w:p w14:paraId="3B6C6061" w14:textId="5151A3F9" w:rsidR="00716AEF" w:rsidRPr="00F95FBD" w:rsidRDefault="00716AEF" w:rsidP="00716AE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ll.</w:t>
      </w:r>
    </w:p>
    <w:tbl>
      <w:tblPr>
        <w:tblStyle w:val="Mkatabulky"/>
        <w:tblW w:w="8868" w:type="dxa"/>
        <w:tblLook w:val="04A0" w:firstRow="1" w:lastRow="0" w:firstColumn="1" w:lastColumn="0" w:noHBand="0" w:noVBand="1"/>
      </w:tblPr>
      <w:tblGrid>
        <w:gridCol w:w="3056"/>
        <w:gridCol w:w="5812"/>
      </w:tblGrid>
      <w:tr w:rsidR="00716AEF" w:rsidRPr="00F95FBD" w14:paraId="0B2EBDF6"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BA325E" w14:textId="54C8C2E7" w:rsidR="00716AEF" w:rsidRPr="00F95FBD" w:rsidRDefault="00716AEF" w:rsidP="00716AEF">
            <w:pPr>
              <w:pStyle w:val="Tabulka"/>
              <w:rPr>
                <w:rStyle w:val="Nadpisvtabulce"/>
                <w:b w:val="0"/>
              </w:rPr>
            </w:pPr>
            <w:r w:rsidRPr="00574D5B">
              <w:rPr>
                <w:sz w:val="18"/>
              </w:rPr>
              <w:t>Jméno a příjmení</w:t>
            </w:r>
          </w:p>
        </w:tc>
        <w:tc>
          <w:tcPr>
            <w:tcW w:w="5812" w:type="dxa"/>
          </w:tcPr>
          <w:p w14:paraId="4D2B24C7" w14:textId="0ECF86EF" w:rsidR="00716AEF" w:rsidRPr="00F95FBD" w:rsidRDefault="00716AEF" w:rsidP="00716AEF">
            <w:pPr>
              <w:pStyle w:val="Tabulka"/>
              <w:cnfStyle w:val="100000000000" w:firstRow="1" w:lastRow="0" w:firstColumn="0" w:lastColumn="0" w:oddVBand="0" w:evenVBand="0" w:oddHBand="0" w:evenHBand="0" w:firstRowFirstColumn="0" w:firstRowLastColumn="0" w:lastRowFirstColumn="0" w:lastRowLastColumn="0"/>
              <w:rPr>
                <w:sz w:val="18"/>
              </w:rPr>
            </w:pPr>
            <w:r w:rsidRPr="00574D5B">
              <w:rPr>
                <w:sz w:val="18"/>
              </w:rPr>
              <w:t>Petr Skokánek</w:t>
            </w:r>
          </w:p>
        </w:tc>
      </w:tr>
      <w:tr w:rsidR="00716AEF" w:rsidRPr="00F95FBD" w14:paraId="28927663"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1B3A4DC7" w14:textId="03114469" w:rsidR="00716AEF" w:rsidRPr="00F95FBD" w:rsidRDefault="00716AEF" w:rsidP="00716AEF">
            <w:pPr>
              <w:pStyle w:val="Tabulka"/>
              <w:rPr>
                <w:sz w:val="18"/>
              </w:rPr>
            </w:pPr>
            <w:r w:rsidRPr="00574D5B">
              <w:rPr>
                <w:sz w:val="18"/>
              </w:rPr>
              <w:t>Adresa</w:t>
            </w:r>
          </w:p>
        </w:tc>
        <w:tc>
          <w:tcPr>
            <w:tcW w:w="5812" w:type="dxa"/>
          </w:tcPr>
          <w:p w14:paraId="26C682BE" w14:textId="12E5E338"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Pod Dráhou 1, 170 00 Praha 7</w:t>
            </w:r>
          </w:p>
        </w:tc>
      </w:tr>
      <w:tr w:rsidR="00716AEF" w:rsidRPr="00F95FBD" w14:paraId="37CFA716"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15D472C2" w14:textId="0304B58C" w:rsidR="00716AEF" w:rsidRPr="00F95FBD" w:rsidRDefault="00716AEF" w:rsidP="00716AEF">
            <w:pPr>
              <w:pStyle w:val="Tabulka"/>
              <w:rPr>
                <w:sz w:val="18"/>
              </w:rPr>
            </w:pPr>
            <w:r w:rsidRPr="00574D5B">
              <w:rPr>
                <w:sz w:val="18"/>
              </w:rPr>
              <w:t>E-mail</w:t>
            </w:r>
          </w:p>
        </w:tc>
        <w:tc>
          <w:tcPr>
            <w:tcW w:w="5812" w:type="dxa"/>
          </w:tcPr>
          <w:p w14:paraId="12433833" w14:textId="5812D836"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Skokanek@spravazeleznic.cz</w:t>
            </w:r>
          </w:p>
        </w:tc>
      </w:tr>
      <w:tr w:rsidR="00716AEF" w:rsidRPr="00F95FBD" w14:paraId="43162B7E"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449D76D" w14:textId="46789707" w:rsidR="00716AEF" w:rsidRPr="00F95FBD" w:rsidRDefault="00716AEF" w:rsidP="00716AEF">
            <w:pPr>
              <w:pStyle w:val="Tabulka"/>
              <w:rPr>
                <w:sz w:val="18"/>
              </w:rPr>
            </w:pPr>
            <w:r w:rsidRPr="00574D5B">
              <w:rPr>
                <w:sz w:val="18"/>
              </w:rPr>
              <w:t>Telefon</w:t>
            </w:r>
          </w:p>
        </w:tc>
        <w:tc>
          <w:tcPr>
            <w:tcW w:w="5812" w:type="dxa"/>
          </w:tcPr>
          <w:p w14:paraId="0FDA41AC" w14:textId="05BA6FAA"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574D5B">
              <w:rPr>
                <w:sz w:val="18"/>
              </w:rPr>
              <w:t>724 324 256</w:t>
            </w:r>
          </w:p>
        </w:tc>
      </w:tr>
    </w:tbl>
    <w:p w14:paraId="1DDBCD11" w14:textId="1DC77C12" w:rsidR="00716AEF" w:rsidRDefault="00716AEF" w:rsidP="00ED29F1">
      <w:pPr>
        <w:pStyle w:val="Textbezodsazen"/>
      </w:pPr>
    </w:p>
    <w:p w14:paraId="08EF7803" w14:textId="77777777" w:rsidR="00716AEF" w:rsidRDefault="00716AEF" w:rsidP="00ED29F1">
      <w:pPr>
        <w:pStyle w:val="Textbezodsazen"/>
      </w:pPr>
    </w:p>
    <w:p w14:paraId="75A840F9" w14:textId="4EC4596E" w:rsidR="00716AEF" w:rsidRPr="00F95FBD" w:rsidRDefault="00716AEF" w:rsidP="00716AEF">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r>
        <w:rPr>
          <w:rFonts w:asciiTheme="minorHAnsi" w:hAnsiTheme="minorHAnsi"/>
          <w:sz w:val="18"/>
          <w:szCs w:val="18"/>
        </w:rPr>
        <w:t xml:space="preserve"> lll.</w:t>
      </w:r>
    </w:p>
    <w:tbl>
      <w:tblPr>
        <w:tblStyle w:val="Mkatabulky"/>
        <w:tblW w:w="8868" w:type="dxa"/>
        <w:tblLook w:val="04A0" w:firstRow="1" w:lastRow="0" w:firstColumn="1" w:lastColumn="0" w:noHBand="0" w:noVBand="1"/>
      </w:tblPr>
      <w:tblGrid>
        <w:gridCol w:w="3056"/>
        <w:gridCol w:w="5812"/>
      </w:tblGrid>
      <w:tr w:rsidR="00716AEF" w:rsidRPr="00F95FBD" w14:paraId="5D12774F"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D1900F" w14:textId="21D44DB1" w:rsidR="00716AEF" w:rsidRPr="00F95FBD" w:rsidRDefault="00716AEF" w:rsidP="00716AEF">
            <w:pPr>
              <w:pStyle w:val="Tabulka"/>
              <w:rPr>
                <w:rStyle w:val="Nadpisvtabulce"/>
                <w:b w:val="0"/>
              </w:rPr>
            </w:pPr>
            <w:r w:rsidRPr="00574D5B">
              <w:rPr>
                <w:sz w:val="18"/>
              </w:rPr>
              <w:t>Jméno a příjmení</w:t>
            </w:r>
          </w:p>
        </w:tc>
        <w:tc>
          <w:tcPr>
            <w:tcW w:w="5812" w:type="dxa"/>
          </w:tcPr>
          <w:p w14:paraId="4C90762D" w14:textId="67AA298A" w:rsidR="00716AEF" w:rsidRPr="00F95FBD" w:rsidRDefault="00716AEF" w:rsidP="00716AE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Vlastimil Volný</w:t>
            </w:r>
          </w:p>
        </w:tc>
      </w:tr>
      <w:tr w:rsidR="00716AEF" w:rsidRPr="00F95FBD" w14:paraId="6EE7BD94"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2877FF2C" w14:textId="061A6705" w:rsidR="00716AEF" w:rsidRPr="00F95FBD" w:rsidRDefault="00716AEF" w:rsidP="00716AEF">
            <w:pPr>
              <w:pStyle w:val="Tabulka"/>
              <w:rPr>
                <w:sz w:val="18"/>
              </w:rPr>
            </w:pPr>
            <w:r w:rsidRPr="00574D5B">
              <w:rPr>
                <w:sz w:val="18"/>
              </w:rPr>
              <w:t>Adresa</w:t>
            </w:r>
          </w:p>
        </w:tc>
        <w:tc>
          <w:tcPr>
            <w:tcW w:w="5812" w:type="dxa"/>
          </w:tcPr>
          <w:p w14:paraId="1E84FCEC" w14:textId="0C1ABB49"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Nádražní 3113, 150 00 Praha 5</w:t>
            </w:r>
          </w:p>
        </w:tc>
      </w:tr>
      <w:tr w:rsidR="00716AEF" w:rsidRPr="00F95FBD" w14:paraId="1FD494FE"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4B60BA6B" w14:textId="0623146F" w:rsidR="00716AEF" w:rsidRPr="00F95FBD" w:rsidRDefault="00716AEF" w:rsidP="00716AEF">
            <w:pPr>
              <w:pStyle w:val="Tabulka"/>
              <w:rPr>
                <w:sz w:val="18"/>
              </w:rPr>
            </w:pPr>
            <w:r w:rsidRPr="00574D5B">
              <w:rPr>
                <w:sz w:val="18"/>
              </w:rPr>
              <w:t>E-mail</w:t>
            </w:r>
          </w:p>
        </w:tc>
        <w:tc>
          <w:tcPr>
            <w:tcW w:w="5812" w:type="dxa"/>
          </w:tcPr>
          <w:p w14:paraId="58DC8B30" w14:textId="7F9F1D5E"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VolnyVl@spravazeleznic.cz</w:t>
            </w:r>
          </w:p>
        </w:tc>
      </w:tr>
      <w:tr w:rsidR="00716AEF" w:rsidRPr="00F95FBD" w14:paraId="258133FC"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964A4F9" w14:textId="3673A07B" w:rsidR="00716AEF" w:rsidRPr="00F95FBD" w:rsidRDefault="00716AEF" w:rsidP="00716AEF">
            <w:pPr>
              <w:pStyle w:val="Tabulka"/>
              <w:rPr>
                <w:sz w:val="18"/>
              </w:rPr>
            </w:pPr>
            <w:r w:rsidRPr="00574D5B">
              <w:rPr>
                <w:sz w:val="18"/>
              </w:rPr>
              <w:t>Telefon</w:t>
            </w:r>
          </w:p>
        </w:tc>
        <w:tc>
          <w:tcPr>
            <w:tcW w:w="5812" w:type="dxa"/>
          </w:tcPr>
          <w:p w14:paraId="6519AFFC" w14:textId="22324C16" w:rsidR="00716AEF" w:rsidRPr="00F95FBD" w:rsidRDefault="00716AEF" w:rsidP="00716AEF">
            <w:pPr>
              <w:pStyle w:val="Tabulka"/>
              <w:cnfStyle w:val="000000000000" w:firstRow="0" w:lastRow="0" w:firstColumn="0" w:lastColumn="0" w:oddVBand="0" w:evenVBand="0" w:oddHBand="0" w:evenHBand="0" w:firstRowFirstColumn="0" w:firstRowLastColumn="0" w:lastRowFirstColumn="0" w:lastRowLastColumn="0"/>
              <w:rPr>
                <w:sz w:val="18"/>
              </w:rPr>
            </w:pPr>
            <w:r w:rsidRPr="00716AEF">
              <w:rPr>
                <w:sz w:val="18"/>
              </w:rPr>
              <w:t>724 681 429</w:t>
            </w:r>
          </w:p>
        </w:tc>
      </w:tr>
    </w:tbl>
    <w:p w14:paraId="576881B9" w14:textId="77777777" w:rsidR="00716AEF" w:rsidRPr="00F95FBD" w:rsidRDefault="00716AEF"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716AEF" w:rsidRPr="00F95FBD" w14:paraId="453AA3A4" w14:textId="77777777" w:rsidTr="00716A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716AEF" w:rsidRPr="00F95FBD" w:rsidRDefault="00716AEF" w:rsidP="00716AEF">
            <w:pPr>
              <w:pStyle w:val="Tabulka"/>
              <w:rPr>
                <w:rStyle w:val="Nadpisvtabulce"/>
                <w:b w:val="0"/>
              </w:rPr>
            </w:pPr>
            <w:r w:rsidRPr="00F95FBD">
              <w:rPr>
                <w:rStyle w:val="Nadpisvtabulce"/>
                <w:b w:val="0"/>
              </w:rPr>
              <w:t>Jméno a příjmení</w:t>
            </w:r>
          </w:p>
        </w:tc>
        <w:tc>
          <w:tcPr>
            <w:tcW w:w="5812" w:type="dxa"/>
          </w:tcPr>
          <w:p w14:paraId="076CCFA2" w14:textId="449D7254" w:rsidR="00716AEF" w:rsidRPr="00520F48" w:rsidRDefault="00716AEF" w:rsidP="00716AEF">
            <w:pPr>
              <w:pStyle w:val="Tabulka"/>
              <w:cnfStyle w:val="100000000000" w:firstRow="1" w:lastRow="0" w:firstColumn="0" w:lastColumn="0" w:oddVBand="0" w:evenVBand="0" w:oddHBand="0" w:evenHBand="0" w:firstRowFirstColumn="0" w:firstRowLastColumn="0" w:lastRowFirstColumn="0" w:lastRowLastColumn="0"/>
            </w:pPr>
            <w:r w:rsidRPr="00574D5B">
              <w:rPr>
                <w:sz w:val="18"/>
              </w:rPr>
              <w:t>Ing. Vladimír Majzlík</w:t>
            </w:r>
          </w:p>
        </w:tc>
      </w:tr>
      <w:tr w:rsidR="00716AEF" w:rsidRPr="00F95FBD" w14:paraId="0695DF59"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716AEF" w:rsidRPr="00F95FBD" w:rsidRDefault="00716AEF" w:rsidP="00716AEF">
            <w:pPr>
              <w:pStyle w:val="Tabulka"/>
              <w:rPr>
                <w:sz w:val="18"/>
              </w:rPr>
            </w:pPr>
            <w:r w:rsidRPr="00F95FBD">
              <w:rPr>
                <w:sz w:val="18"/>
              </w:rPr>
              <w:t>Adresa</w:t>
            </w:r>
          </w:p>
        </w:tc>
        <w:tc>
          <w:tcPr>
            <w:tcW w:w="5812" w:type="dxa"/>
          </w:tcPr>
          <w:p w14:paraId="0FB4B7E1" w14:textId="6737D449" w:rsidR="00716AEF" w:rsidRPr="00520F48" w:rsidRDefault="00716AEF" w:rsidP="00716AEF">
            <w:pPr>
              <w:pStyle w:val="Tabulka"/>
              <w:cnfStyle w:val="000000000000" w:firstRow="0" w:lastRow="0" w:firstColumn="0" w:lastColumn="0" w:oddVBand="0" w:evenVBand="0" w:oddHBand="0" w:evenHBand="0" w:firstRowFirstColumn="0" w:firstRowLastColumn="0" w:lastRowFirstColumn="0" w:lastRowLastColumn="0"/>
            </w:pPr>
            <w:r w:rsidRPr="00574D5B">
              <w:rPr>
                <w:sz w:val="18"/>
              </w:rPr>
              <w:t>Václavkova 169/1, 160 00 Praha 6</w:t>
            </w:r>
          </w:p>
        </w:tc>
      </w:tr>
      <w:tr w:rsidR="00716AEF" w:rsidRPr="00F95FBD" w14:paraId="27098225"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716AEF" w:rsidRPr="00F95FBD" w:rsidRDefault="00716AEF" w:rsidP="00716AEF">
            <w:pPr>
              <w:pStyle w:val="Tabulka"/>
              <w:rPr>
                <w:sz w:val="18"/>
              </w:rPr>
            </w:pPr>
            <w:r w:rsidRPr="00F95FBD">
              <w:rPr>
                <w:sz w:val="18"/>
              </w:rPr>
              <w:t>E-mail</w:t>
            </w:r>
          </w:p>
        </w:tc>
        <w:tc>
          <w:tcPr>
            <w:tcW w:w="5812" w:type="dxa"/>
          </w:tcPr>
          <w:p w14:paraId="294E0C95" w14:textId="63D7DCAB" w:rsidR="00716AEF" w:rsidRPr="00520F48" w:rsidRDefault="00716AEF" w:rsidP="00716AEF">
            <w:pPr>
              <w:pStyle w:val="Tabulka"/>
              <w:cnfStyle w:val="000000000000" w:firstRow="0" w:lastRow="0" w:firstColumn="0" w:lastColumn="0" w:oddVBand="0" w:evenVBand="0" w:oddHBand="0" w:evenHBand="0" w:firstRowFirstColumn="0" w:firstRowLastColumn="0" w:lastRowFirstColumn="0" w:lastRowLastColumn="0"/>
            </w:pPr>
            <w:r w:rsidRPr="00574D5B">
              <w:rPr>
                <w:sz w:val="18"/>
              </w:rPr>
              <w:t>Majzlik@spravazeleznic.cz</w:t>
            </w:r>
          </w:p>
        </w:tc>
      </w:tr>
      <w:tr w:rsidR="00716AEF" w:rsidRPr="00F95FBD" w14:paraId="4CE57A04" w14:textId="77777777" w:rsidTr="00716AEF">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716AEF" w:rsidRPr="00F95FBD" w:rsidRDefault="00716AEF" w:rsidP="00716AEF">
            <w:pPr>
              <w:pStyle w:val="Tabulka"/>
              <w:rPr>
                <w:sz w:val="18"/>
              </w:rPr>
            </w:pPr>
            <w:r w:rsidRPr="00F95FBD">
              <w:rPr>
                <w:sz w:val="18"/>
              </w:rPr>
              <w:t>Telefon</w:t>
            </w:r>
          </w:p>
        </w:tc>
        <w:tc>
          <w:tcPr>
            <w:tcW w:w="5812" w:type="dxa"/>
          </w:tcPr>
          <w:p w14:paraId="2FB10D71" w14:textId="6B397864" w:rsidR="00716AEF" w:rsidRPr="00520F48" w:rsidRDefault="00716AEF" w:rsidP="00716AEF">
            <w:pPr>
              <w:pStyle w:val="Tabulka"/>
              <w:cnfStyle w:val="000000000000" w:firstRow="0" w:lastRow="0" w:firstColumn="0" w:lastColumn="0" w:oddVBand="0" w:evenVBand="0" w:oddHBand="0" w:evenHBand="0" w:firstRowFirstColumn="0" w:firstRowLastColumn="0" w:lastRowFirstColumn="0" w:lastRowLastColumn="0"/>
            </w:pPr>
            <w:r>
              <w:rPr>
                <w:sz w:val="18"/>
              </w:rPr>
              <w:t>972 245 017</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0918ADE1" w:rsidR="00190F77" w:rsidRDefault="00190F77" w:rsidP="00502690">
      <w:pPr>
        <w:pStyle w:val="Textbezodsazen"/>
        <w:rPr>
          <w:b/>
        </w:rPr>
      </w:pPr>
    </w:p>
    <w:p w14:paraId="12D34172" w14:textId="5817E7A2" w:rsidR="00087853" w:rsidRDefault="00087853" w:rsidP="00502690">
      <w:pPr>
        <w:pStyle w:val="Textbezodsazen"/>
        <w:rPr>
          <w:b/>
        </w:rPr>
      </w:pPr>
    </w:p>
    <w:p w14:paraId="281E2757" w14:textId="1EA97E2F" w:rsidR="00087853" w:rsidRDefault="00087853" w:rsidP="00502690">
      <w:pPr>
        <w:pStyle w:val="Textbezodsazen"/>
        <w:rPr>
          <w:b/>
        </w:rPr>
      </w:pPr>
    </w:p>
    <w:p w14:paraId="675A9FBF" w14:textId="223F3EA8" w:rsidR="00087853" w:rsidRDefault="00087853" w:rsidP="00502690">
      <w:pPr>
        <w:pStyle w:val="Textbezodsazen"/>
        <w:rPr>
          <w:b/>
        </w:rPr>
      </w:pPr>
    </w:p>
    <w:p w14:paraId="6F537E55" w14:textId="39B1BB3B" w:rsidR="00087853" w:rsidRDefault="00087853" w:rsidP="00502690">
      <w:pPr>
        <w:pStyle w:val="Textbezodsazen"/>
        <w:rPr>
          <w:b/>
        </w:rPr>
      </w:pPr>
    </w:p>
    <w:p w14:paraId="7268A0A5" w14:textId="7D2324DA" w:rsidR="00087853" w:rsidRDefault="00087853" w:rsidP="00502690">
      <w:pPr>
        <w:pStyle w:val="Textbezodsazen"/>
        <w:rPr>
          <w:b/>
        </w:rPr>
      </w:pPr>
    </w:p>
    <w:p w14:paraId="4849AADE" w14:textId="77777777" w:rsidR="00087853" w:rsidRDefault="00087853" w:rsidP="00502690">
      <w:pPr>
        <w:pStyle w:val="Textbezodsazen"/>
        <w:rPr>
          <w:b/>
        </w:rPr>
      </w:pPr>
    </w:p>
    <w:p w14:paraId="0EE1CAF3" w14:textId="77777777" w:rsidR="00716AEF" w:rsidRDefault="00716AEF">
      <w:pPr>
        <w:rPr>
          <w:b/>
        </w:rPr>
      </w:pPr>
      <w:r>
        <w:rPr>
          <w:b/>
        </w:rPr>
        <w:br w:type="page"/>
      </w:r>
    </w:p>
    <w:p w14:paraId="236F264B" w14:textId="7480DE6C" w:rsidR="00ED29F1" w:rsidRPr="00ED29F1" w:rsidRDefault="00087853" w:rsidP="00502690">
      <w:pPr>
        <w:pStyle w:val="Textbezodsazen"/>
        <w:rPr>
          <w:b/>
        </w:rPr>
      </w:pPr>
      <w:r>
        <w:rPr>
          <w:b/>
        </w:rPr>
        <w:lastRenderedPageBreak/>
        <w:t>Za Zhotovitele:</w:t>
      </w: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3361BD6A" w:rsidR="002038D5" w:rsidRPr="00F95FBD" w:rsidRDefault="00087853" w:rsidP="00F762A8">
      <w:pPr>
        <w:pStyle w:val="Nadpistabulky"/>
        <w:rPr>
          <w:sz w:val="18"/>
          <w:szCs w:val="18"/>
        </w:rPr>
      </w:pPr>
      <w:r>
        <w:rPr>
          <w:sz w:val="18"/>
          <w:szCs w:val="18"/>
        </w:rPr>
        <w:t xml:space="preserve">Specialista </w:t>
      </w:r>
      <w:r w:rsidR="00165977" w:rsidRPr="00F95FBD">
        <w:rPr>
          <w:sz w:val="18"/>
          <w:szCs w:val="18"/>
        </w:rPr>
        <w:t>na železniční svršek a spodek</w:t>
      </w:r>
      <w:r>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2FE958C5" w:rsidR="002038D5" w:rsidRPr="00F95FBD" w:rsidRDefault="00087853" w:rsidP="00165977">
      <w:pPr>
        <w:pStyle w:val="Nadpistabulky"/>
        <w:rPr>
          <w:sz w:val="18"/>
          <w:szCs w:val="18"/>
        </w:rPr>
      </w:pPr>
      <w:r w:rsidRPr="00087853">
        <w:rPr>
          <w:sz w:val="18"/>
          <w:szCs w:val="18"/>
        </w:rPr>
        <w:t>Specialista</w:t>
      </w:r>
      <w:r>
        <w:rPr>
          <w:sz w:val="18"/>
          <w:szCs w:val="18"/>
        </w:rPr>
        <w:t xml:space="preserve">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5E3443B" w14:textId="2BD3604E" w:rsidR="002038D5" w:rsidRPr="00F95FBD" w:rsidRDefault="00165977" w:rsidP="00165977">
      <w:pPr>
        <w:pStyle w:val="Nadpistabulky"/>
        <w:rPr>
          <w:sz w:val="18"/>
          <w:szCs w:val="18"/>
        </w:rPr>
      </w:pPr>
      <w:r w:rsidRPr="00F95FBD">
        <w:rPr>
          <w:sz w:val="18"/>
          <w:szCs w:val="18"/>
        </w:rPr>
        <w:t xml:space="preserve">Specialista </w:t>
      </w:r>
      <w:r w:rsidR="00087853" w:rsidRPr="00087853">
        <w:rPr>
          <w:sz w:val="18"/>
          <w:szCs w:val="18"/>
        </w:rPr>
        <w:t>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27275E4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inim</w:t>
            </w:r>
            <w:r w:rsidR="007921B1">
              <w:rPr>
                <w:rFonts w:eastAsia="Times New Roman" w:cs="Calibri"/>
                <w:sz w:val="18"/>
                <w:lang w:eastAsia="cs-CZ"/>
              </w:rPr>
              <w:t xml:space="preserve">álně </w:t>
            </w:r>
            <w:r w:rsidR="008A5B58">
              <w:rPr>
                <w:rFonts w:eastAsia="Times New Roman" w:cs="Calibri"/>
                <w:sz w:val="18"/>
                <w:lang w:eastAsia="cs-CZ"/>
              </w:rPr>
              <w:t>50</w:t>
            </w:r>
            <w:r w:rsidR="002C7A28" w:rsidRPr="007921B1">
              <w:rPr>
                <w:rFonts w:eastAsia="Times New Roman" w:cs="Calibri"/>
                <w:color w:val="000000"/>
                <w:sz w:val="18"/>
                <w:lang w:eastAsia="cs-CZ"/>
              </w:rPr>
              <w:t xml:space="preserve"> mil. Kč</w:t>
            </w:r>
            <w:r w:rsidR="008A5B58">
              <w:rPr>
                <w:rFonts w:eastAsia="Times New Roman" w:cs="Calibri"/>
                <w:sz w:val="18"/>
                <w:lang w:eastAsia="cs-CZ"/>
              </w:rPr>
              <w:t xml:space="preserve"> na jednu pojistnou událost a 50</w:t>
            </w:r>
            <w:r w:rsidR="007921B1" w:rsidRPr="007921B1">
              <w:rPr>
                <w:rFonts w:eastAsia="Times New Roman" w:cs="Calibri"/>
                <w:sz w:val="18"/>
                <w:lang w:eastAsia="cs-CZ"/>
              </w:rPr>
              <w:t xml:space="preserve"> </w:t>
            </w:r>
            <w:r w:rsidR="002C7A28" w:rsidRPr="007921B1">
              <w:rPr>
                <w:rFonts w:eastAsia="Times New Roman" w:cs="Calibri"/>
                <w:sz w:val="18"/>
                <w:lang w:eastAsia="cs-CZ"/>
              </w:rPr>
              <w:t>mil. Kč v</w:t>
            </w:r>
            <w:r w:rsidR="002C7A28" w:rsidRPr="002C7A28">
              <w:rPr>
                <w:rFonts w:eastAsia="Times New Roman" w:cs="Calibri"/>
                <w:sz w:val="18"/>
                <w:lang w:eastAsia="cs-CZ"/>
              </w:rPr>
              <w:t> úhrnu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19419" w14:textId="77777777" w:rsidR="008A5B58" w:rsidRDefault="008A5B58" w:rsidP="00962258">
      <w:pPr>
        <w:spacing w:after="0" w:line="240" w:lineRule="auto"/>
      </w:pPr>
      <w:r>
        <w:separator/>
      </w:r>
    </w:p>
  </w:endnote>
  <w:endnote w:type="continuationSeparator" w:id="0">
    <w:p w14:paraId="2D689101" w14:textId="77777777" w:rsidR="008A5B58" w:rsidRDefault="008A5B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7914D275" w14:textId="77777777" w:rsidTr="00EB46E5">
      <w:tc>
        <w:tcPr>
          <w:tcW w:w="1361" w:type="dxa"/>
          <w:tcMar>
            <w:left w:w="0" w:type="dxa"/>
            <w:right w:w="0" w:type="dxa"/>
          </w:tcMar>
          <w:vAlign w:val="bottom"/>
        </w:tcPr>
        <w:p w14:paraId="4DA3B2E4" w14:textId="115C1E7D" w:rsidR="008A5B58" w:rsidRPr="00B8518B" w:rsidRDefault="008A5B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8A5B58" w:rsidRDefault="008A5B58" w:rsidP="00B8518B">
          <w:pPr>
            <w:pStyle w:val="Zpat"/>
          </w:pPr>
        </w:p>
      </w:tc>
      <w:tc>
        <w:tcPr>
          <w:tcW w:w="425" w:type="dxa"/>
          <w:shd w:val="clear" w:color="auto" w:fill="auto"/>
          <w:tcMar>
            <w:left w:w="0" w:type="dxa"/>
            <w:right w:w="0" w:type="dxa"/>
          </w:tcMar>
        </w:tcPr>
        <w:p w14:paraId="15CED042" w14:textId="77777777" w:rsidR="008A5B58" w:rsidRDefault="008A5B58" w:rsidP="00B8518B">
          <w:pPr>
            <w:pStyle w:val="Zpat"/>
          </w:pPr>
        </w:p>
      </w:tc>
      <w:tc>
        <w:tcPr>
          <w:tcW w:w="8505" w:type="dxa"/>
        </w:tcPr>
        <w:p w14:paraId="3A18383D" w14:textId="77777777" w:rsidR="008A5B58" w:rsidRPr="00E7415D" w:rsidRDefault="008A5B58" w:rsidP="00F422D3">
          <w:pPr>
            <w:pStyle w:val="Zpat0"/>
            <w:rPr>
              <w:b/>
            </w:rPr>
          </w:pPr>
          <w:r w:rsidRPr="00E7415D">
            <w:rPr>
              <w:b/>
            </w:rPr>
            <w:t>SMLOUVA O DÍLO</w:t>
          </w:r>
        </w:p>
        <w:p w14:paraId="4E3241D8" w14:textId="77777777" w:rsidR="008A5B58" w:rsidRDefault="008A5B58" w:rsidP="00F422D3">
          <w:pPr>
            <w:pStyle w:val="Zpat0"/>
          </w:pPr>
          <w:r>
            <w:t>Zhotovení stavby</w:t>
          </w:r>
        </w:p>
      </w:tc>
    </w:tr>
  </w:tbl>
  <w:p w14:paraId="2EDACE49" w14:textId="77777777" w:rsidR="008A5B58" w:rsidRPr="00B8518B" w:rsidRDefault="008A5B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34596667" w14:textId="77777777" w:rsidTr="00EB46E5">
      <w:tc>
        <w:tcPr>
          <w:tcW w:w="1361" w:type="dxa"/>
          <w:tcMar>
            <w:left w:w="0" w:type="dxa"/>
            <w:right w:w="0" w:type="dxa"/>
          </w:tcMar>
          <w:vAlign w:val="bottom"/>
        </w:tcPr>
        <w:p w14:paraId="5FACEDC4" w14:textId="3444EA60" w:rsidR="008A5B58" w:rsidRPr="00B8518B" w:rsidRDefault="008A5B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8A5B58" w:rsidRDefault="008A5B58" w:rsidP="00B8518B">
          <w:pPr>
            <w:pStyle w:val="Zpat"/>
          </w:pPr>
        </w:p>
      </w:tc>
      <w:tc>
        <w:tcPr>
          <w:tcW w:w="425" w:type="dxa"/>
          <w:shd w:val="clear" w:color="auto" w:fill="auto"/>
          <w:tcMar>
            <w:left w:w="0" w:type="dxa"/>
            <w:right w:w="0" w:type="dxa"/>
          </w:tcMar>
        </w:tcPr>
        <w:p w14:paraId="5D7460D1" w14:textId="77777777" w:rsidR="008A5B58" w:rsidRDefault="008A5B58" w:rsidP="00B8518B">
          <w:pPr>
            <w:pStyle w:val="Zpat"/>
          </w:pPr>
        </w:p>
      </w:tc>
      <w:tc>
        <w:tcPr>
          <w:tcW w:w="8505" w:type="dxa"/>
        </w:tcPr>
        <w:p w14:paraId="54B326BD" w14:textId="77777777" w:rsidR="008A5B58" w:rsidRPr="00143EC0" w:rsidRDefault="008A5B58" w:rsidP="00F422D3">
          <w:pPr>
            <w:pStyle w:val="Zpat0"/>
            <w:rPr>
              <w:b/>
            </w:rPr>
          </w:pPr>
          <w:r>
            <w:rPr>
              <w:b/>
            </w:rPr>
            <w:t>PŘÍLOHA č. 8</w:t>
          </w:r>
        </w:p>
        <w:p w14:paraId="77E20151" w14:textId="77777777" w:rsidR="008A5B58" w:rsidRDefault="008A5B58" w:rsidP="00F95FBD">
          <w:pPr>
            <w:pStyle w:val="Zpat0"/>
          </w:pPr>
          <w:r>
            <w:t>SMLOUVA O DÍLO - Zhotovení stavby</w:t>
          </w:r>
        </w:p>
      </w:tc>
    </w:tr>
  </w:tbl>
  <w:p w14:paraId="64BA5F7F" w14:textId="77777777" w:rsidR="008A5B58" w:rsidRPr="00B8518B" w:rsidRDefault="008A5B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46B3B204" w14:textId="77777777" w:rsidTr="00EB46E5">
      <w:tc>
        <w:tcPr>
          <w:tcW w:w="1361" w:type="dxa"/>
          <w:tcMar>
            <w:left w:w="0" w:type="dxa"/>
            <w:right w:w="0" w:type="dxa"/>
          </w:tcMar>
          <w:vAlign w:val="bottom"/>
        </w:tcPr>
        <w:p w14:paraId="4CB812B1" w14:textId="33A87BF0" w:rsidR="008A5B58" w:rsidRPr="00B8518B" w:rsidRDefault="008A5B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8A5B58" w:rsidRDefault="008A5B58" w:rsidP="00B8518B">
          <w:pPr>
            <w:pStyle w:val="Zpat"/>
          </w:pPr>
        </w:p>
      </w:tc>
      <w:tc>
        <w:tcPr>
          <w:tcW w:w="425" w:type="dxa"/>
          <w:shd w:val="clear" w:color="auto" w:fill="auto"/>
          <w:tcMar>
            <w:left w:w="0" w:type="dxa"/>
            <w:right w:w="0" w:type="dxa"/>
          </w:tcMar>
        </w:tcPr>
        <w:p w14:paraId="6324F995" w14:textId="77777777" w:rsidR="008A5B58" w:rsidRDefault="008A5B58" w:rsidP="00B8518B">
          <w:pPr>
            <w:pStyle w:val="Zpat"/>
          </w:pPr>
        </w:p>
      </w:tc>
      <w:tc>
        <w:tcPr>
          <w:tcW w:w="8505" w:type="dxa"/>
        </w:tcPr>
        <w:p w14:paraId="1C87A6CB" w14:textId="31A58B3E" w:rsidR="008A5B58" w:rsidRPr="00143EC0" w:rsidRDefault="008A5B58" w:rsidP="00F422D3">
          <w:pPr>
            <w:pStyle w:val="Zpat0"/>
            <w:rPr>
              <w:b/>
            </w:rPr>
          </w:pPr>
          <w:r>
            <w:rPr>
              <w:b/>
            </w:rPr>
            <w:t>PŘÍLOHA č. 9</w:t>
          </w:r>
        </w:p>
        <w:p w14:paraId="1B166F2C" w14:textId="77777777" w:rsidR="008A5B58" w:rsidRDefault="008A5B58" w:rsidP="00F95FBD">
          <w:pPr>
            <w:pStyle w:val="Zpat0"/>
          </w:pPr>
          <w:r>
            <w:t>SMLOUVA O DÍLO - Zhotovení stavby</w:t>
          </w:r>
        </w:p>
      </w:tc>
    </w:tr>
  </w:tbl>
  <w:p w14:paraId="76C124C8" w14:textId="77777777" w:rsidR="008A5B58" w:rsidRPr="00B8518B" w:rsidRDefault="008A5B5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44DD5F17" w14:textId="77777777" w:rsidTr="00EB46E5">
      <w:tc>
        <w:tcPr>
          <w:tcW w:w="1361" w:type="dxa"/>
          <w:tcMar>
            <w:left w:w="0" w:type="dxa"/>
            <w:right w:w="0" w:type="dxa"/>
          </w:tcMar>
          <w:vAlign w:val="bottom"/>
        </w:tcPr>
        <w:p w14:paraId="1725A145" w14:textId="783DE524" w:rsidR="008A5B58" w:rsidRPr="00B8518B" w:rsidRDefault="008A5B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8A5B58" w:rsidRDefault="008A5B58" w:rsidP="00B8518B">
          <w:pPr>
            <w:pStyle w:val="Zpat"/>
          </w:pPr>
        </w:p>
      </w:tc>
      <w:tc>
        <w:tcPr>
          <w:tcW w:w="425" w:type="dxa"/>
          <w:shd w:val="clear" w:color="auto" w:fill="auto"/>
          <w:tcMar>
            <w:left w:w="0" w:type="dxa"/>
            <w:right w:w="0" w:type="dxa"/>
          </w:tcMar>
        </w:tcPr>
        <w:p w14:paraId="73309C79" w14:textId="77777777" w:rsidR="008A5B58" w:rsidRDefault="008A5B58" w:rsidP="00B8518B">
          <w:pPr>
            <w:pStyle w:val="Zpat"/>
          </w:pPr>
        </w:p>
      </w:tc>
      <w:tc>
        <w:tcPr>
          <w:tcW w:w="8505" w:type="dxa"/>
        </w:tcPr>
        <w:p w14:paraId="2AEFC685" w14:textId="312A4D31" w:rsidR="008A5B58" w:rsidRPr="00143EC0" w:rsidRDefault="008A5B58" w:rsidP="00F422D3">
          <w:pPr>
            <w:pStyle w:val="Zpat0"/>
            <w:rPr>
              <w:b/>
            </w:rPr>
          </w:pPr>
          <w:r>
            <w:rPr>
              <w:b/>
            </w:rPr>
            <w:t>PŘÍLOHA č. 10</w:t>
          </w:r>
        </w:p>
        <w:p w14:paraId="4B9F99D5" w14:textId="77777777" w:rsidR="008A5B58" w:rsidRDefault="008A5B58" w:rsidP="00F95FBD">
          <w:pPr>
            <w:pStyle w:val="Zpat0"/>
          </w:pPr>
          <w:r>
            <w:t>SMLOUVA O DÍLO - Zhotovení stavby</w:t>
          </w:r>
        </w:p>
      </w:tc>
    </w:tr>
  </w:tbl>
  <w:p w14:paraId="7B95BF9B" w14:textId="77777777" w:rsidR="008A5B58" w:rsidRPr="00B8518B" w:rsidRDefault="008A5B5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284F1B05" w14:textId="77777777" w:rsidTr="00EB46E5">
      <w:tc>
        <w:tcPr>
          <w:tcW w:w="1361" w:type="dxa"/>
          <w:tcMar>
            <w:left w:w="0" w:type="dxa"/>
            <w:right w:w="0" w:type="dxa"/>
          </w:tcMar>
          <w:vAlign w:val="bottom"/>
        </w:tcPr>
        <w:p w14:paraId="5E07637E" w14:textId="687D0374" w:rsidR="008A5B58" w:rsidRPr="00B8518B" w:rsidRDefault="008A5B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8A5B58" w:rsidRDefault="008A5B58" w:rsidP="00B8518B">
          <w:pPr>
            <w:pStyle w:val="Zpat"/>
          </w:pPr>
        </w:p>
      </w:tc>
      <w:tc>
        <w:tcPr>
          <w:tcW w:w="425" w:type="dxa"/>
          <w:shd w:val="clear" w:color="auto" w:fill="auto"/>
          <w:tcMar>
            <w:left w:w="0" w:type="dxa"/>
            <w:right w:w="0" w:type="dxa"/>
          </w:tcMar>
        </w:tcPr>
        <w:p w14:paraId="500C05CF" w14:textId="77777777" w:rsidR="008A5B58" w:rsidRDefault="008A5B58" w:rsidP="00B8518B">
          <w:pPr>
            <w:pStyle w:val="Zpat"/>
          </w:pPr>
        </w:p>
      </w:tc>
      <w:tc>
        <w:tcPr>
          <w:tcW w:w="8505" w:type="dxa"/>
        </w:tcPr>
        <w:p w14:paraId="7847C5C4" w14:textId="289CCB37" w:rsidR="008A5B58" w:rsidRPr="00143EC0" w:rsidRDefault="008A5B58" w:rsidP="00F422D3">
          <w:pPr>
            <w:pStyle w:val="Zpat0"/>
            <w:rPr>
              <w:b/>
            </w:rPr>
          </w:pPr>
          <w:r>
            <w:rPr>
              <w:b/>
            </w:rPr>
            <w:t>PŘÍLOHA č. 11</w:t>
          </w:r>
        </w:p>
        <w:p w14:paraId="747ADBCC" w14:textId="77777777" w:rsidR="008A5B58" w:rsidRDefault="008A5B58" w:rsidP="00F95FBD">
          <w:pPr>
            <w:pStyle w:val="Zpat0"/>
          </w:pPr>
          <w:r>
            <w:t>SMLOUVA O DÍLO - Zhotovení stavby</w:t>
          </w:r>
        </w:p>
      </w:tc>
    </w:tr>
  </w:tbl>
  <w:p w14:paraId="7DCC56AB" w14:textId="77777777" w:rsidR="008A5B58" w:rsidRPr="00B8518B" w:rsidRDefault="008A5B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8A5B58" w:rsidRPr="00B8518B" w:rsidRDefault="008A5B58" w:rsidP="00460660">
    <w:pPr>
      <w:pStyle w:val="Zpat"/>
      <w:rPr>
        <w:sz w:val="2"/>
        <w:szCs w:val="2"/>
      </w:rPr>
    </w:pPr>
  </w:p>
  <w:p w14:paraId="6A5348DC" w14:textId="77777777" w:rsidR="008A5B58" w:rsidRPr="00460660" w:rsidRDefault="008A5B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63DCF655" w14:textId="77777777" w:rsidTr="00EB46E5">
      <w:tc>
        <w:tcPr>
          <w:tcW w:w="1361" w:type="dxa"/>
          <w:tcMar>
            <w:left w:w="0" w:type="dxa"/>
            <w:right w:w="0" w:type="dxa"/>
          </w:tcMar>
          <w:vAlign w:val="bottom"/>
        </w:tcPr>
        <w:p w14:paraId="1F64C939" w14:textId="004C337B" w:rsidR="008A5B58" w:rsidRPr="00B8518B" w:rsidRDefault="008A5B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8A5B58" w:rsidRDefault="008A5B58" w:rsidP="00B8518B">
          <w:pPr>
            <w:pStyle w:val="Zpat"/>
          </w:pPr>
        </w:p>
      </w:tc>
      <w:tc>
        <w:tcPr>
          <w:tcW w:w="425" w:type="dxa"/>
          <w:shd w:val="clear" w:color="auto" w:fill="auto"/>
          <w:tcMar>
            <w:left w:w="0" w:type="dxa"/>
            <w:right w:w="0" w:type="dxa"/>
          </w:tcMar>
        </w:tcPr>
        <w:p w14:paraId="22BC2340" w14:textId="77777777" w:rsidR="008A5B58" w:rsidRDefault="008A5B58" w:rsidP="00B8518B">
          <w:pPr>
            <w:pStyle w:val="Zpat"/>
          </w:pPr>
        </w:p>
      </w:tc>
      <w:tc>
        <w:tcPr>
          <w:tcW w:w="8505" w:type="dxa"/>
        </w:tcPr>
        <w:p w14:paraId="26A11CDA" w14:textId="77777777" w:rsidR="008A5B58" w:rsidRPr="00143EC0" w:rsidRDefault="008A5B58" w:rsidP="00F422D3">
          <w:pPr>
            <w:pStyle w:val="Zpat0"/>
            <w:rPr>
              <w:b/>
            </w:rPr>
          </w:pPr>
          <w:r w:rsidRPr="00143EC0">
            <w:rPr>
              <w:b/>
            </w:rPr>
            <w:t>PŘÍLOHA č. 1</w:t>
          </w:r>
        </w:p>
        <w:p w14:paraId="0DDC9F6E" w14:textId="77777777" w:rsidR="008A5B58" w:rsidRDefault="008A5B58" w:rsidP="00F95FBD">
          <w:pPr>
            <w:pStyle w:val="Zpat0"/>
          </w:pPr>
          <w:r>
            <w:t>SMLOUVA O DÍLO - Zhotovení stavby</w:t>
          </w:r>
        </w:p>
      </w:tc>
    </w:tr>
  </w:tbl>
  <w:p w14:paraId="2EE2FDA3" w14:textId="77777777" w:rsidR="008A5B58" w:rsidRPr="00B8518B" w:rsidRDefault="008A5B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12563E63" w14:textId="77777777" w:rsidTr="00EB46E5">
      <w:tc>
        <w:tcPr>
          <w:tcW w:w="1361" w:type="dxa"/>
          <w:tcMar>
            <w:left w:w="0" w:type="dxa"/>
            <w:right w:w="0" w:type="dxa"/>
          </w:tcMar>
          <w:vAlign w:val="bottom"/>
        </w:tcPr>
        <w:p w14:paraId="0D47C862" w14:textId="22AA72AF" w:rsidR="008A5B58" w:rsidRPr="00B8518B" w:rsidRDefault="008A5B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8A5B58" w:rsidRDefault="008A5B58" w:rsidP="005A7872">
          <w:pPr>
            <w:pStyle w:val="Zpat"/>
          </w:pPr>
        </w:p>
      </w:tc>
      <w:tc>
        <w:tcPr>
          <w:tcW w:w="425" w:type="dxa"/>
          <w:shd w:val="clear" w:color="auto" w:fill="auto"/>
          <w:tcMar>
            <w:left w:w="0" w:type="dxa"/>
            <w:right w:w="0" w:type="dxa"/>
          </w:tcMar>
        </w:tcPr>
        <w:p w14:paraId="2B900F38" w14:textId="77777777" w:rsidR="008A5B58" w:rsidRDefault="008A5B58" w:rsidP="00B8518B">
          <w:pPr>
            <w:pStyle w:val="Zpat"/>
          </w:pPr>
        </w:p>
      </w:tc>
      <w:tc>
        <w:tcPr>
          <w:tcW w:w="8505" w:type="dxa"/>
        </w:tcPr>
        <w:p w14:paraId="50A4A9EA" w14:textId="77777777" w:rsidR="008A5B58" w:rsidRPr="00143EC0" w:rsidRDefault="008A5B58" w:rsidP="00F422D3">
          <w:pPr>
            <w:pStyle w:val="Zpat0"/>
            <w:rPr>
              <w:b/>
            </w:rPr>
          </w:pPr>
          <w:r>
            <w:rPr>
              <w:b/>
            </w:rPr>
            <w:t>PŘÍLOHA č. 2</w:t>
          </w:r>
        </w:p>
        <w:p w14:paraId="5817564A" w14:textId="77777777" w:rsidR="008A5B58" w:rsidRDefault="008A5B58" w:rsidP="00F95FBD">
          <w:pPr>
            <w:pStyle w:val="Zpat0"/>
          </w:pPr>
          <w:r>
            <w:t>SMLOUVA O DÍLO - Zhotovení stavby</w:t>
          </w:r>
        </w:p>
      </w:tc>
    </w:tr>
  </w:tbl>
  <w:p w14:paraId="11A405DA" w14:textId="77777777" w:rsidR="008A5B58" w:rsidRPr="00B8518B" w:rsidRDefault="008A5B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36D89A43" w14:textId="77777777" w:rsidTr="00EB46E5">
      <w:tc>
        <w:tcPr>
          <w:tcW w:w="1361" w:type="dxa"/>
          <w:tcMar>
            <w:left w:w="0" w:type="dxa"/>
            <w:right w:w="0" w:type="dxa"/>
          </w:tcMar>
          <w:vAlign w:val="bottom"/>
        </w:tcPr>
        <w:p w14:paraId="66252797" w14:textId="20CE4DAE" w:rsidR="008A5B58" w:rsidRPr="00B8518B" w:rsidRDefault="008A5B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8A5B58" w:rsidRDefault="008A5B58" w:rsidP="005A7872">
          <w:pPr>
            <w:pStyle w:val="Zpat"/>
          </w:pPr>
        </w:p>
      </w:tc>
      <w:tc>
        <w:tcPr>
          <w:tcW w:w="425" w:type="dxa"/>
          <w:shd w:val="clear" w:color="auto" w:fill="auto"/>
          <w:tcMar>
            <w:left w:w="0" w:type="dxa"/>
            <w:right w:w="0" w:type="dxa"/>
          </w:tcMar>
        </w:tcPr>
        <w:p w14:paraId="77AFB1B8" w14:textId="77777777" w:rsidR="008A5B58" w:rsidRDefault="008A5B58" w:rsidP="00B8518B">
          <w:pPr>
            <w:pStyle w:val="Zpat"/>
          </w:pPr>
        </w:p>
      </w:tc>
      <w:tc>
        <w:tcPr>
          <w:tcW w:w="8505" w:type="dxa"/>
        </w:tcPr>
        <w:p w14:paraId="2A41C898" w14:textId="336BE121" w:rsidR="008A5B58" w:rsidRPr="00143EC0" w:rsidRDefault="008A5B58" w:rsidP="00F422D3">
          <w:pPr>
            <w:pStyle w:val="Zpat0"/>
            <w:rPr>
              <w:b/>
            </w:rPr>
          </w:pPr>
          <w:r>
            <w:rPr>
              <w:b/>
            </w:rPr>
            <w:t>PŘÍLOHA č. 3</w:t>
          </w:r>
        </w:p>
        <w:p w14:paraId="38B946A9" w14:textId="77777777" w:rsidR="008A5B58" w:rsidRDefault="008A5B58" w:rsidP="00F95FBD">
          <w:pPr>
            <w:pStyle w:val="Zpat0"/>
          </w:pPr>
          <w:r>
            <w:t>SMLOUVA O DÍLO - Zhotovení stavby</w:t>
          </w:r>
        </w:p>
      </w:tc>
    </w:tr>
  </w:tbl>
  <w:p w14:paraId="2EA2C027" w14:textId="77777777" w:rsidR="008A5B58" w:rsidRPr="00B8518B" w:rsidRDefault="008A5B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3F02FCB8" w14:textId="77777777" w:rsidTr="00EB46E5">
      <w:tc>
        <w:tcPr>
          <w:tcW w:w="1361" w:type="dxa"/>
          <w:tcMar>
            <w:left w:w="0" w:type="dxa"/>
            <w:right w:w="0" w:type="dxa"/>
          </w:tcMar>
          <w:vAlign w:val="bottom"/>
        </w:tcPr>
        <w:p w14:paraId="1A676FD3" w14:textId="6CA7AAB5" w:rsidR="008A5B58" w:rsidRPr="00B8518B" w:rsidRDefault="008A5B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8A5B58" w:rsidRDefault="008A5B58" w:rsidP="005A7872">
          <w:pPr>
            <w:pStyle w:val="Zpat"/>
          </w:pPr>
        </w:p>
      </w:tc>
      <w:tc>
        <w:tcPr>
          <w:tcW w:w="425" w:type="dxa"/>
          <w:shd w:val="clear" w:color="auto" w:fill="auto"/>
          <w:tcMar>
            <w:left w:w="0" w:type="dxa"/>
            <w:right w:w="0" w:type="dxa"/>
          </w:tcMar>
        </w:tcPr>
        <w:p w14:paraId="78836905" w14:textId="77777777" w:rsidR="008A5B58" w:rsidRDefault="008A5B58" w:rsidP="00B8518B">
          <w:pPr>
            <w:pStyle w:val="Zpat"/>
          </w:pPr>
        </w:p>
      </w:tc>
      <w:tc>
        <w:tcPr>
          <w:tcW w:w="8505" w:type="dxa"/>
        </w:tcPr>
        <w:p w14:paraId="6460CAF1" w14:textId="667A5CC8" w:rsidR="008A5B58" w:rsidRPr="00143EC0" w:rsidRDefault="008A5B58" w:rsidP="00F422D3">
          <w:pPr>
            <w:pStyle w:val="Zpat0"/>
            <w:rPr>
              <w:b/>
            </w:rPr>
          </w:pPr>
          <w:r>
            <w:rPr>
              <w:b/>
            </w:rPr>
            <w:t>PŘÍLOHA č. 4</w:t>
          </w:r>
        </w:p>
        <w:p w14:paraId="70566F91" w14:textId="77777777" w:rsidR="008A5B58" w:rsidRDefault="008A5B58" w:rsidP="00F95FBD">
          <w:pPr>
            <w:pStyle w:val="Zpat0"/>
          </w:pPr>
          <w:r>
            <w:t>SMLOUVA O DÍLO - Zhotovení stavby</w:t>
          </w:r>
        </w:p>
      </w:tc>
    </w:tr>
  </w:tbl>
  <w:p w14:paraId="70A6002C" w14:textId="77777777" w:rsidR="008A5B58" w:rsidRPr="00B8518B" w:rsidRDefault="008A5B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35AC28B0" w14:textId="77777777" w:rsidTr="00EB46E5">
      <w:tc>
        <w:tcPr>
          <w:tcW w:w="1361" w:type="dxa"/>
          <w:tcMar>
            <w:left w:w="0" w:type="dxa"/>
            <w:right w:w="0" w:type="dxa"/>
          </w:tcMar>
          <w:vAlign w:val="bottom"/>
        </w:tcPr>
        <w:p w14:paraId="171295E7" w14:textId="5EAAB35A" w:rsidR="008A5B58" w:rsidRPr="00B8518B" w:rsidRDefault="008A5B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8A5B58" w:rsidRDefault="008A5B58" w:rsidP="005A7872">
          <w:pPr>
            <w:pStyle w:val="Zpat"/>
          </w:pPr>
        </w:p>
      </w:tc>
      <w:tc>
        <w:tcPr>
          <w:tcW w:w="425" w:type="dxa"/>
          <w:shd w:val="clear" w:color="auto" w:fill="auto"/>
          <w:tcMar>
            <w:left w:w="0" w:type="dxa"/>
            <w:right w:w="0" w:type="dxa"/>
          </w:tcMar>
        </w:tcPr>
        <w:p w14:paraId="015D84B4" w14:textId="77777777" w:rsidR="008A5B58" w:rsidRDefault="008A5B58" w:rsidP="00B8518B">
          <w:pPr>
            <w:pStyle w:val="Zpat"/>
          </w:pPr>
        </w:p>
      </w:tc>
      <w:tc>
        <w:tcPr>
          <w:tcW w:w="8505" w:type="dxa"/>
        </w:tcPr>
        <w:p w14:paraId="7BB8AA87" w14:textId="77777777" w:rsidR="008A5B58" w:rsidRPr="00143EC0" w:rsidRDefault="008A5B58" w:rsidP="00F422D3">
          <w:pPr>
            <w:pStyle w:val="Zpat0"/>
            <w:rPr>
              <w:b/>
            </w:rPr>
          </w:pPr>
          <w:r>
            <w:rPr>
              <w:b/>
            </w:rPr>
            <w:t>PŘÍLOHA č. 5</w:t>
          </w:r>
        </w:p>
        <w:p w14:paraId="767305A3" w14:textId="77777777" w:rsidR="008A5B58" w:rsidRDefault="008A5B58" w:rsidP="00F95FBD">
          <w:pPr>
            <w:pStyle w:val="Zpat0"/>
          </w:pPr>
          <w:r>
            <w:t>SMLOUVA O DÍLO - Zhotovení stavby</w:t>
          </w:r>
        </w:p>
      </w:tc>
    </w:tr>
  </w:tbl>
  <w:p w14:paraId="28A1C620" w14:textId="77777777" w:rsidR="008A5B58" w:rsidRPr="00B8518B" w:rsidRDefault="008A5B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5E0EA945" w14:textId="77777777" w:rsidTr="00EB46E5">
      <w:tc>
        <w:tcPr>
          <w:tcW w:w="1361" w:type="dxa"/>
          <w:tcMar>
            <w:left w:w="0" w:type="dxa"/>
            <w:right w:w="0" w:type="dxa"/>
          </w:tcMar>
          <w:vAlign w:val="bottom"/>
        </w:tcPr>
        <w:p w14:paraId="1B529AC8" w14:textId="608D2CD4" w:rsidR="008A5B58" w:rsidRPr="00B8518B" w:rsidRDefault="008A5B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8A5B58" w:rsidRDefault="008A5B58" w:rsidP="005A7872">
          <w:pPr>
            <w:pStyle w:val="Zpat"/>
          </w:pPr>
        </w:p>
      </w:tc>
      <w:tc>
        <w:tcPr>
          <w:tcW w:w="425" w:type="dxa"/>
          <w:shd w:val="clear" w:color="auto" w:fill="auto"/>
          <w:tcMar>
            <w:left w:w="0" w:type="dxa"/>
            <w:right w:w="0" w:type="dxa"/>
          </w:tcMar>
        </w:tcPr>
        <w:p w14:paraId="262B5E91" w14:textId="77777777" w:rsidR="008A5B58" w:rsidRDefault="008A5B58" w:rsidP="00B8518B">
          <w:pPr>
            <w:pStyle w:val="Zpat"/>
          </w:pPr>
        </w:p>
      </w:tc>
      <w:tc>
        <w:tcPr>
          <w:tcW w:w="8505" w:type="dxa"/>
        </w:tcPr>
        <w:p w14:paraId="68D7A6CE" w14:textId="77777777" w:rsidR="008A5B58" w:rsidRPr="00143EC0" w:rsidRDefault="008A5B58" w:rsidP="00F422D3">
          <w:pPr>
            <w:pStyle w:val="Zpat0"/>
            <w:rPr>
              <w:b/>
            </w:rPr>
          </w:pPr>
          <w:r>
            <w:rPr>
              <w:b/>
            </w:rPr>
            <w:t>PŘÍLOHA č. 6</w:t>
          </w:r>
        </w:p>
        <w:p w14:paraId="34272DA4" w14:textId="77777777" w:rsidR="008A5B58" w:rsidRDefault="008A5B58" w:rsidP="00F95FBD">
          <w:pPr>
            <w:pStyle w:val="Zpat0"/>
          </w:pPr>
          <w:r>
            <w:t>SMLOUVA O DÍLO - Zhotovení stavby</w:t>
          </w:r>
        </w:p>
      </w:tc>
    </w:tr>
  </w:tbl>
  <w:p w14:paraId="73809AD9" w14:textId="77777777" w:rsidR="008A5B58" w:rsidRPr="00B8518B" w:rsidRDefault="008A5B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5B58" w14:paraId="77C9A65C" w14:textId="77777777" w:rsidTr="00EB46E5">
      <w:tc>
        <w:tcPr>
          <w:tcW w:w="1361" w:type="dxa"/>
          <w:tcMar>
            <w:left w:w="0" w:type="dxa"/>
            <w:right w:w="0" w:type="dxa"/>
          </w:tcMar>
          <w:vAlign w:val="bottom"/>
        </w:tcPr>
        <w:p w14:paraId="42B5D4D0" w14:textId="4BB8475D" w:rsidR="008A5B58" w:rsidRPr="00B8518B" w:rsidRDefault="008A5B5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6D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A6D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8A5B58" w:rsidRDefault="008A5B58" w:rsidP="005A7872">
          <w:pPr>
            <w:pStyle w:val="Zpat"/>
          </w:pPr>
        </w:p>
      </w:tc>
      <w:tc>
        <w:tcPr>
          <w:tcW w:w="425" w:type="dxa"/>
          <w:shd w:val="clear" w:color="auto" w:fill="auto"/>
          <w:tcMar>
            <w:left w:w="0" w:type="dxa"/>
            <w:right w:w="0" w:type="dxa"/>
          </w:tcMar>
        </w:tcPr>
        <w:p w14:paraId="4F168F75" w14:textId="77777777" w:rsidR="008A5B58" w:rsidRDefault="008A5B58" w:rsidP="00B8518B">
          <w:pPr>
            <w:pStyle w:val="Zpat"/>
          </w:pPr>
        </w:p>
      </w:tc>
      <w:tc>
        <w:tcPr>
          <w:tcW w:w="8505" w:type="dxa"/>
        </w:tcPr>
        <w:p w14:paraId="2F8A5C9D" w14:textId="77777777" w:rsidR="008A5B58" w:rsidRPr="00143EC0" w:rsidRDefault="008A5B58" w:rsidP="00F422D3">
          <w:pPr>
            <w:pStyle w:val="Zpat0"/>
            <w:rPr>
              <w:b/>
            </w:rPr>
          </w:pPr>
          <w:r>
            <w:rPr>
              <w:b/>
            </w:rPr>
            <w:t>PŘÍLOHA č. 7</w:t>
          </w:r>
        </w:p>
        <w:p w14:paraId="6A0FB618" w14:textId="77777777" w:rsidR="008A5B58" w:rsidRDefault="008A5B58" w:rsidP="00F95FBD">
          <w:pPr>
            <w:pStyle w:val="Zpat0"/>
          </w:pPr>
          <w:r>
            <w:t>SMLOUVA O DÍLO - Zhotovení stavby</w:t>
          </w:r>
        </w:p>
      </w:tc>
    </w:tr>
  </w:tbl>
  <w:p w14:paraId="0E0009FE" w14:textId="77777777" w:rsidR="008A5B58" w:rsidRPr="00B8518B" w:rsidRDefault="008A5B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AAC60" w14:textId="77777777" w:rsidR="008A5B58" w:rsidRDefault="008A5B58" w:rsidP="00962258">
      <w:pPr>
        <w:spacing w:after="0" w:line="240" w:lineRule="auto"/>
      </w:pPr>
      <w:r>
        <w:separator/>
      </w:r>
    </w:p>
  </w:footnote>
  <w:footnote w:type="continuationSeparator" w:id="0">
    <w:p w14:paraId="39105466" w14:textId="77777777" w:rsidR="008A5B58" w:rsidRDefault="008A5B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5B58" w14:paraId="43399498" w14:textId="77777777" w:rsidTr="00C02D0A">
      <w:trPr>
        <w:trHeight w:hRule="exact" w:val="454"/>
      </w:trPr>
      <w:tc>
        <w:tcPr>
          <w:tcW w:w="1361" w:type="dxa"/>
          <w:tcMar>
            <w:top w:w="57" w:type="dxa"/>
            <w:left w:w="0" w:type="dxa"/>
            <w:right w:w="0" w:type="dxa"/>
          </w:tcMar>
        </w:tcPr>
        <w:p w14:paraId="6FFB1C79" w14:textId="77777777" w:rsidR="008A5B58" w:rsidRPr="00B8518B" w:rsidRDefault="008A5B58" w:rsidP="00523EA7">
          <w:pPr>
            <w:pStyle w:val="Zpat"/>
            <w:rPr>
              <w:rStyle w:val="slostrnky"/>
            </w:rPr>
          </w:pPr>
        </w:p>
      </w:tc>
      <w:tc>
        <w:tcPr>
          <w:tcW w:w="3458" w:type="dxa"/>
          <w:shd w:val="clear" w:color="auto" w:fill="auto"/>
          <w:tcMar>
            <w:top w:w="57" w:type="dxa"/>
            <w:left w:w="0" w:type="dxa"/>
            <w:right w:w="0" w:type="dxa"/>
          </w:tcMar>
        </w:tcPr>
        <w:p w14:paraId="0F804DB7" w14:textId="77777777" w:rsidR="008A5B58" w:rsidRDefault="008A5B58" w:rsidP="00523EA7">
          <w:pPr>
            <w:pStyle w:val="Zpat"/>
          </w:pPr>
        </w:p>
      </w:tc>
      <w:tc>
        <w:tcPr>
          <w:tcW w:w="5698" w:type="dxa"/>
          <w:shd w:val="clear" w:color="auto" w:fill="auto"/>
          <w:tcMar>
            <w:top w:w="57" w:type="dxa"/>
            <w:left w:w="0" w:type="dxa"/>
            <w:right w:w="0" w:type="dxa"/>
          </w:tcMar>
        </w:tcPr>
        <w:p w14:paraId="48320D6B" w14:textId="77777777" w:rsidR="008A5B58" w:rsidRPr="00D6163D" w:rsidRDefault="008A5B58" w:rsidP="00D6163D">
          <w:pPr>
            <w:pStyle w:val="Druhdokumentu"/>
          </w:pPr>
        </w:p>
      </w:tc>
    </w:tr>
  </w:tbl>
  <w:p w14:paraId="13065314" w14:textId="77777777" w:rsidR="008A5B58" w:rsidRPr="00D6163D" w:rsidRDefault="008A5B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5B58" w14:paraId="6D229297" w14:textId="77777777" w:rsidTr="00B22106">
      <w:trPr>
        <w:trHeight w:hRule="exact" w:val="936"/>
      </w:trPr>
      <w:tc>
        <w:tcPr>
          <w:tcW w:w="1361" w:type="dxa"/>
          <w:tcMar>
            <w:left w:w="0" w:type="dxa"/>
            <w:right w:w="0" w:type="dxa"/>
          </w:tcMar>
        </w:tcPr>
        <w:p w14:paraId="01043671" w14:textId="77777777" w:rsidR="008A5B58" w:rsidRPr="00B8518B" w:rsidRDefault="008A5B58" w:rsidP="00FC6389">
          <w:pPr>
            <w:pStyle w:val="Zpat"/>
            <w:rPr>
              <w:rStyle w:val="slostrnky"/>
            </w:rPr>
          </w:pPr>
        </w:p>
      </w:tc>
      <w:tc>
        <w:tcPr>
          <w:tcW w:w="3458" w:type="dxa"/>
          <w:shd w:val="clear" w:color="auto" w:fill="auto"/>
          <w:tcMar>
            <w:left w:w="0" w:type="dxa"/>
            <w:right w:w="0" w:type="dxa"/>
          </w:tcMar>
        </w:tcPr>
        <w:p w14:paraId="19A9452D" w14:textId="77777777" w:rsidR="008A5B58" w:rsidRDefault="008A5B58" w:rsidP="00FC6389">
          <w:pPr>
            <w:pStyle w:val="Zpat"/>
          </w:pPr>
        </w:p>
      </w:tc>
      <w:tc>
        <w:tcPr>
          <w:tcW w:w="5756" w:type="dxa"/>
          <w:shd w:val="clear" w:color="auto" w:fill="auto"/>
          <w:tcMar>
            <w:left w:w="0" w:type="dxa"/>
            <w:right w:w="0" w:type="dxa"/>
          </w:tcMar>
        </w:tcPr>
        <w:p w14:paraId="0DCF84B3" w14:textId="77777777" w:rsidR="008A5B58" w:rsidRPr="00D6163D" w:rsidRDefault="008A5B58" w:rsidP="00FC6389">
          <w:pPr>
            <w:pStyle w:val="Druhdokumentu"/>
          </w:pPr>
        </w:p>
      </w:tc>
    </w:tr>
    <w:tr w:rsidR="008A5B58" w14:paraId="4B85E717" w14:textId="77777777" w:rsidTr="00B22106">
      <w:trPr>
        <w:trHeight w:hRule="exact" w:val="936"/>
      </w:trPr>
      <w:tc>
        <w:tcPr>
          <w:tcW w:w="1361" w:type="dxa"/>
          <w:tcMar>
            <w:left w:w="0" w:type="dxa"/>
            <w:right w:w="0" w:type="dxa"/>
          </w:tcMar>
        </w:tcPr>
        <w:p w14:paraId="625E9EF5" w14:textId="77777777" w:rsidR="008A5B58" w:rsidRPr="00B8518B" w:rsidRDefault="008A5B58" w:rsidP="00FC6389">
          <w:pPr>
            <w:pStyle w:val="Zpat"/>
            <w:rPr>
              <w:rStyle w:val="slostrnky"/>
            </w:rPr>
          </w:pPr>
        </w:p>
      </w:tc>
      <w:tc>
        <w:tcPr>
          <w:tcW w:w="3458" w:type="dxa"/>
          <w:shd w:val="clear" w:color="auto" w:fill="auto"/>
          <w:tcMar>
            <w:left w:w="0" w:type="dxa"/>
            <w:right w:w="0" w:type="dxa"/>
          </w:tcMar>
        </w:tcPr>
        <w:p w14:paraId="6304F50B" w14:textId="77777777" w:rsidR="008A5B58" w:rsidRDefault="008A5B58" w:rsidP="00FC6389">
          <w:pPr>
            <w:pStyle w:val="Zpat"/>
          </w:pPr>
        </w:p>
      </w:tc>
      <w:tc>
        <w:tcPr>
          <w:tcW w:w="5756" w:type="dxa"/>
          <w:shd w:val="clear" w:color="auto" w:fill="auto"/>
          <w:tcMar>
            <w:left w:w="0" w:type="dxa"/>
            <w:right w:w="0" w:type="dxa"/>
          </w:tcMar>
        </w:tcPr>
        <w:p w14:paraId="5039913E" w14:textId="77777777" w:rsidR="008A5B58" w:rsidRPr="00D6163D" w:rsidRDefault="008A5B58" w:rsidP="00FC6389">
          <w:pPr>
            <w:pStyle w:val="Druhdokumentu"/>
          </w:pPr>
        </w:p>
      </w:tc>
    </w:tr>
  </w:tbl>
  <w:p w14:paraId="6AFF48F3" w14:textId="77777777" w:rsidR="008A5B58" w:rsidRPr="00D6163D" w:rsidRDefault="008A5B5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8A5B58" w:rsidRPr="00460660" w:rsidRDefault="008A5B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5B58" w14:paraId="59B9B16D" w14:textId="77777777" w:rsidTr="00C02D0A">
      <w:trPr>
        <w:trHeight w:hRule="exact" w:val="454"/>
      </w:trPr>
      <w:tc>
        <w:tcPr>
          <w:tcW w:w="1361" w:type="dxa"/>
          <w:tcMar>
            <w:top w:w="57" w:type="dxa"/>
            <w:left w:w="0" w:type="dxa"/>
            <w:right w:w="0" w:type="dxa"/>
          </w:tcMar>
        </w:tcPr>
        <w:p w14:paraId="7968C81A" w14:textId="77777777" w:rsidR="008A5B58" w:rsidRPr="00B8518B" w:rsidRDefault="008A5B58" w:rsidP="00523EA7">
          <w:pPr>
            <w:pStyle w:val="Zpat"/>
            <w:rPr>
              <w:rStyle w:val="slostrnky"/>
            </w:rPr>
          </w:pPr>
        </w:p>
      </w:tc>
      <w:tc>
        <w:tcPr>
          <w:tcW w:w="3458" w:type="dxa"/>
          <w:shd w:val="clear" w:color="auto" w:fill="auto"/>
          <w:tcMar>
            <w:top w:w="57" w:type="dxa"/>
            <w:left w:w="0" w:type="dxa"/>
            <w:right w:w="0" w:type="dxa"/>
          </w:tcMar>
        </w:tcPr>
        <w:p w14:paraId="43D17C30" w14:textId="77777777" w:rsidR="008A5B58" w:rsidRDefault="008A5B58" w:rsidP="00523EA7">
          <w:pPr>
            <w:pStyle w:val="Zpat"/>
          </w:pPr>
        </w:p>
      </w:tc>
      <w:tc>
        <w:tcPr>
          <w:tcW w:w="5698" w:type="dxa"/>
          <w:shd w:val="clear" w:color="auto" w:fill="auto"/>
          <w:tcMar>
            <w:top w:w="57" w:type="dxa"/>
            <w:left w:w="0" w:type="dxa"/>
            <w:right w:w="0" w:type="dxa"/>
          </w:tcMar>
        </w:tcPr>
        <w:p w14:paraId="56962942" w14:textId="77777777" w:rsidR="008A5B58" w:rsidRPr="00D6163D" w:rsidRDefault="008A5B58" w:rsidP="00D6163D">
          <w:pPr>
            <w:pStyle w:val="Druhdokumentu"/>
          </w:pPr>
        </w:p>
      </w:tc>
    </w:tr>
  </w:tbl>
  <w:p w14:paraId="43D88461" w14:textId="77777777" w:rsidR="008A5B58" w:rsidRPr="00D6163D" w:rsidRDefault="008A5B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5B58" w14:paraId="25C8BD5E" w14:textId="77777777" w:rsidTr="00C02D0A">
      <w:trPr>
        <w:trHeight w:hRule="exact" w:val="454"/>
      </w:trPr>
      <w:tc>
        <w:tcPr>
          <w:tcW w:w="1361" w:type="dxa"/>
          <w:tcMar>
            <w:top w:w="57" w:type="dxa"/>
            <w:left w:w="0" w:type="dxa"/>
            <w:right w:w="0" w:type="dxa"/>
          </w:tcMar>
        </w:tcPr>
        <w:p w14:paraId="24B5C255" w14:textId="77777777" w:rsidR="008A5B58" w:rsidRPr="00B8518B" w:rsidRDefault="008A5B58" w:rsidP="00523EA7">
          <w:pPr>
            <w:pStyle w:val="Zpat"/>
            <w:rPr>
              <w:rStyle w:val="slostrnky"/>
            </w:rPr>
          </w:pPr>
        </w:p>
      </w:tc>
      <w:tc>
        <w:tcPr>
          <w:tcW w:w="3458" w:type="dxa"/>
          <w:shd w:val="clear" w:color="auto" w:fill="auto"/>
          <w:tcMar>
            <w:top w:w="57" w:type="dxa"/>
            <w:left w:w="0" w:type="dxa"/>
            <w:right w:w="0" w:type="dxa"/>
          </w:tcMar>
        </w:tcPr>
        <w:p w14:paraId="6BED0B52" w14:textId="77777777" w:rsidR="008A5B58" w:rsidRDefault="008A5B58" w:rsidP="00523EA7">
          <w:pPr>
            <w:pStyle w:val="Zpat"/>
          </w:pPr>
        </w:p>
      </w:tc>
      <w:tc>
        <w:tcPr>
          <w:tcW w:w="5698" w:type="dxa"/>
          <w:shd w:val="clear" w:color="auto" w:fill="auto"/>
          <w:tcMar>
            <w:top w:w="57" w:type="dxa"/>
            <w:left w:w="0" w:type="dxa"/>
            <w:right w:w="0" w:type="dxa"/>
          </w:tcMar>
        </w:tcPr>
        <w:p w14:paraId="7FD83DD3" w14:textId="77777777" w:rsidR="008A5B58" w:rsidRPr="00D6163D" w:rsidRDefault="008A5B58" w:rsidP="00D6163D">
          <w:pPr>
            <w:pStyle w:val="Druhdokumentu"/>
          </w:pPr>
        </w:p>
      </w:tc>
    </w:tr>
  </w:tbl>
  <w:p w14:paraId="2115806A" w14:textId="77777777" w:rsidR="008A5B58" w:rsidRPr="00D6163D" w:rsidRDefault="008A5B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5B58" w14:paraId="21789A87" w14:textId="77777777" w:rsidTr="00C02D0A">
      <w:trPr>
        <w:trHeight w:hRule="exact" w:val="454"/>
      </w:trPr>
      <w:tc>
        <w:tcPr>
          <w:tcW w:w="1361" w:type="dxa"/>
          <w:tcMar>
            <w:top w:w="57" w:type="dxa"/>
            <w:left w:w="0" w:type="dxa"/>
            <w:right w:w="0" w:type="dxa"/>
          </w:tcMar>
        </w:tcPr>
        <w:p w14:paraId="3FABD145" w14:textId="77777777" w:rsidR="008A5B58" w:rsidRPr="00B8518B" w:rsidRDefault="008A5B58" w:rsidP="00523EA7">
          <w:pPr>
            <w:pStyle w:val="Zpat"/>
            <w:rPr>
              <w:rStyle w:val="slostrnky"/>
            </w:rPr>
          </w:pPr>
        </w:p>
      </w:tc>
      <w:tc>
        <w:tcPr>
          <w:tcW w:w="3458" w:type="dxa"/>
          <w:shd w:val="clear" w:color="auto" w:fill="auto"/>
          <w:tcMar>
            <w:top w:w="57" w:type="dxa"/>
            <w:left w:w="0" w:type="dxa"/>
            <w:right w:w="0" w:type="dxa"/>
          </w:tcMar>
        </w:tcPr>
        <w:p w14:paraId="3D8816B6" w14:textId="77777777" w:rsidR="008A5B58" w:rsidRDefault="008A5B58" w:rsidP="00523EA7">
          <w:pPr>
            <w:pStyle w:val="Zpat"/>
          </w:pPr>
        </w:p>
      </w:tc>
      <w:tc>
        <w:tcPr>
          <w:tcW w:w="5698" w:type="dxa"/>
          <w:shd w:val="clear" w:color="auto" w:fill="auto"/>
          <w:tcMar>
            <w:top w:w="57" w:type="dxa"/>
            <w:left w:w="0" w:type="dxa"/>
            <w:right w:w="0" w:type="dxa"/>
          </w:tcMar>
        </w:tcPr>
        <w:p w14:paraId="28DC2B5F" w14:textId="77777777" w:rsidR="008A5B58" w:rsidRPr="00D6163D" w:rsidRDefault="008A5B58" w:rsidP="00D6163D">
          <w:pPr>
            <w:pStyle w:val="Druhdokumentu"/>
          </w:pPr>
        </w:p>
      </w:tc>
    </w:tr>
  </w:tbl>
  <w:p w14:paraId="2ACCFDAB" w14:textId="77777777" w:rsidR="008A5B58" w:rsidRPr="00D6163D" w:rsidRDefault="008A5B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5B58" w14:paraId="22BFF4D1" w14:textId="77777777" w:rsidTr="00C02D0A">
      <w:trPr>
        <w:trHeight w:hRule="exact" w:val="454"/>
      </w:trPr>
      <w:tc>
        <w:tcPr>
          <w:tcW w:w="1361" w:type="dxa"/>
          <w:tcMar>
            <w:top w:w="57" w:type="dxa"/>
            <w:left w:w="0" w:type="dxa"/>
            <w:right w:w="0" w:type="dxa"/>
          </w:tcMar>
        </w:tcPr>
        <w:p w14:paraId="450E49AB" w14:textId="77777777" w:rsidR="008A5B58" w:rsidRPr="00B8518B" w:rsidRDefault="008A5B58" w:rsidP="00523EA7">
          <w:pPr>
            <w:pStyle w:val="Zpat"/>
            <w:rPr>
              <w:rStyle w:val="slostrnky"/>
            </w:rPr>
          </w:pPr>
        </w:p>
      </w:tc>
      <w:tc>
        <w:tcPr>
          <w:tcW w:w="3458" w:type="dxa"/>
          <w:shd w:val="clear" w:color="auto" w:fill="auto"/>
          <w:tcMar>
            <w:top w:w="57" w:type="dxa"/>
            <w:left w:w="0" w:type="dxa"/>
            <w:right w:w="0" w:type="dxa"/>
          </w:tcMar>
        </w:tcPr>
        <w:p w14:paraId="502CF631" w14:textId="77777777" w:rsidR="008A5B58" w:rsidRDefault="008A5B58" w:rsidP="00523EA7">
          <w:pPr>
            <w:pStyle w:val="Zpat"/>
          </w:pPr>
        </w:p>
      </w:tc>
      <w:tc>
        <w:tcPr>
          <w:tcW w:w="5698" w:type="dxa"/>
          <w:shd w:val="clear" w:color="auto" w:fill="auto"/>
          <w:tcMar>
            <w:top w:w="57" w:type="dxa"/>
            <w:left w:w="0" w:type="dxa"/>
            <w:right w:w="0" w:type="dxa"/>
          </w:tcMar>
        </w:tcPr>
        <w:p w14:paraId="67EDA42B" w14:textId="77777777" w:rsidR="008A5B58" w:rsidRPr="00D6163D" w:rsidRDefault="008A5B58" w:rsidP="00D6163D">
          <w:pPr>
            <w:pStyle w:val="Druhdokumentu"/>
          </w:pPr>
        </w:p>
      </w:tc>
    </w:tr>
  </w:tbl>
  <w:p w14:paraId="391FBEAF" w14:textId="77777777" w:rsidR="008A5B58" w:rsidRPr="00D6163D" w:rsidRDefault="008A5B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C973FC"/>
    <w:multiLevelType w:val="hybridMultilevel"/>
    <w:tmpl w:val="63D0912C"/>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87853"/>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9C6"/>
    <w:rsid w:val="00177D6B"/>
    <w:rsid w:val="00190F77"/>
    <w:rsid w:val="001913F8"/>
    <w:rsid w:val="00191F90"/>
    <w:rsid w:val="001A4E40"/>
    <w:rsid w:val="001A520F"/>
    <w:rsid w:val="001B4E74"/>
    <w:rsid w:val="001B5731"/>
    <w:rsid w:val="001C2F27"/>
    <w:rsid w:val="001C3314"/>
    <w:rsid w:val="001C645F"/>
    <w:rsid w:val="001D321C"/>
    <w:rsid w:val="001E37F4"/>
    <w:rsid w:val="001E678E"/>
    <w:rsid w:val="001F26BC"/>
    <w:rsid w:val="002038D5"/>
    <w:rsid w:val="002071BB"/>
    <w:rsid w:val="00207DF5"/>
    <w:rsid w:val="002144E5"/>
    <w:rsid w:val="00214C3E"/>
    <w:rsid w:val="00230C4A"/>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19"/>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E5A"/>
    <w:rsid w:val="00580245"/>
    <w:rsid w:val="005A1F44"/>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16AEF"/>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921B1"/>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A5B5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5514"/>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D034A0"/>
    <w:rsid w:val="00D1366C"/>
    <w:rsid w:val="00D15A72"/>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A6D7D"/>
    <w:rsid w:val="00DC31C6"/>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201"/>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AE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D9AC0B4-BA42-434D-A0A2-D3F62D681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488</TotalTime>
  <Pages>24</Pages>
  <Words>5159</Words>
  <Characters>30441</Characters>
  <Application>Microsoft Office Word</Application>
  <DocSecurity>0</DocSecurity>
  <Lines>253</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58</cp:revision>
  <cp:lastPrinted>2021-02-24T09:39:00Z</cp:lastPrinted>
  <dcterms:created xsi:type="dcterms:W3CDTF">2019-03-19T08:45:00Z</dcterms:created>
  <dcterms:modified xsi:type="dcterms:W3CDTF">2021-02-24T09:42:00Z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